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55E207B1" w:rsidR="0025617A" w:rsidRPr="002311E4" w:rsidRDefault="005479A7" w:rsidP="00C001F9">
      <w:pPr>
        <w:pStyle w:val="Heading1"/>
        <w:jc w:val="center"/>
        <w:rPr>
          <w:rFonts w:asciiTheme="minorHAnsi" w:hAnsiTheme="minorHAnsi" w:cs="Arial"/>
          <w:sz w:val="40"/>
          <w:lang w:val="en-GB"/>
        </w:rPr>
      </w:pPr>
      <w:r w:rsidRPr="002311E4">
        <w:rPr>
          <w:rFonts w:asciiTheme="minorHAnsi" w:hAnsiTheme="minorHAnsi" w:cs="Arial"/>
          <w:sz w:val="40"/>
          <w:lang w:val="en-GB"/>
        </w:rPr>
        <w:t xml:space="preserve"> </w:t>
      </w:r>
      <w:r w:rsidR="00CE056E" w:rsidRPr="002311E4">
        <w:rPr>
          <w:rFonts w:asciiTheme="minorHAnsi" w:hAnsiTheme="minorHAnsi" w:cs="Arial"/>
          <w:sz w:val="40"/>
          <w:lang w:val="en-GB"/>
        </w:rPr>
        <w:t>Impact Analysis Report</w:t>
      </w:r>
      <w:r w:rsidR="008E7767" w:rsidRPr="002311E4">
        <w:rPr>
          <w:rFonts w:asciiTheme="minorHAnsi" w:hAnsiTheme="minorHAnsi" w:cs="Arial"/>
          <w:sz w:val="40"/>
          <w:lang w:val="en-GB"/>
        </w:rPr>
        <w:t xml:space="preserve"> </w:t>
      </w:r>
      <w:bookmarkStart w:id="0" w:name="_Hlk90467927"/>
      <w:r w:rsidR="008E7767" w:rsidRPr="002311E4">
        <w:rPr>
          <w:rFonts w:asciiTheme="minorHAnsi" w:hAnsiTheme="minorHAnsi" w:cs="Arial"/>
          <w:sz w:val="40"/>
          <w:szCs w:val="40"/>
          <w:lang w:val="en-GB"/>
        </w:rPr>
        <w:t>/ RFC-Proposal</w:t>
      </w:r>
      <w:r w:rsidR="008E7767" w:rsidRPr="002311E4">
        <w:rPr>
          <w:rFonts w:asciiTheme="minorHAnsi" w:hAnsiTheme="minorHAnsi" w:cs="Arial"/>
          <w:sz w:val="40"/>
          <w:lang w:val="en-GB"/>
        </w:rPr>
        <w:tab/>
      </w:r>
      <w:bookmarkEnd w:id="0"/>
    </w:p>
    <w:p w14:paraId="7564DB7C" w14:textId="77777777" w:rsidR="0025617A" w:rsidRPr="002311E4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41650E" w:rsidRDefault="0025617A" w:rsidP="00C001F9">
      <w:pPr>
        <w:rPr>
          <w:rFonts w:asciiTheme="minorHAnsi" w:hAnsiTheme="minorHAnsi" w:cs="Arial"/>
          <w:b/>
          <w:bCs/>
          <w:sz w:val="28"/>
          <w:szCs w:val="28"/>
          <w:lang w:val="el-GR"/>
        </w:rPr>
      </w:pPr>
      <w:r w:rsidRPr="002311E4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2311E4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2311E4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11E4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11E4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11E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41A4889A" w:rsidR="00CE056E" w:rsidRPr="002311E4" w:rsidRDefault="00AF3F13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</w:pPr>
            <w:r w:rsidRPr="002311E4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RFC_NCTS</w:t>
            </w:r>
            <w:r w:rsidR="00596F1E" w:rsidRPr="002311E4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-</w:t>
            </w:r>
            <w:r w:rsidR="005C670A" w:rsidRPr="002311E4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P6</w:t>
            </w:r>
            <w:r w:rsidRPr="002311E4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_</w:t>
            </w:r>
            <w:r w:rsidR="00AE4A12" w:rsidRPr="002311E4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02</w:t>
            </w:r>
            <w:r w:rsidR="00421A35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7</w:t>
            </w:r>
            <w:r w:rsidR="00AE4A12" w:rsidRPr="002311E4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6</w:t>
            </w:r>
            <w:r w:rsidRPr="002311E4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 </w:t>
            </w:r>
            <w:r w:rsidRPr="002311E4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(JIRA: UCCNCTSP6-</w:t>
            </w:r>
            <w:r w:rsidR="006E46BE" w:rsidRPr="002311E4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1</w:t>
            </w:r>
            <w:r w:rsidR="00D33F57" w:rsidRPr="002311E4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43</w:t>
            </w:r>
            <w:r w:rsidRPr="002311E4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)</w:t>
            </w:r>
            <w:r w:rsidRPr="002311E4"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 </w:t>
            </w:r>
          </w:p>
        </w:tc>
      </w:tr>
      <w:tr w:rsidR="00FE4EC9" w:rsidRPr="002311E4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11E4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11E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11E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11E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11E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188701DB" w:rsidR="00FE4EC9" w:rsidRPr="002311E4" w:rsidRDefault="00AF3F13" w:rsidP="0004792F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</w:pPr>
            <w:r w:rsidRPr="002311E4"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  <w:t>N</w:t>
            </w:r>
            <w:r w:rsidRPr="002311E4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/A</w:t>
            </w:r>
          </w:p>
        </w:tc>
      </w:tr>
      <w:tr w:rsidR="00EE7CA2" w:rsidRPr="002311E4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11E4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11E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48701071" w:rsidR="00EE7CA2" w:rsidRPr="002311E4" w:rsidRDefault="003571C4" w:rsidP="00E92DD1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</w:pPr>
            <w:r w:rsidRPr="002311E4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DG TAXUD</w:t>
            </w:r>
            <w:r w:rsidR="00596F1E" w:rsidRPr="002311E4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 xml:space="preserve"> IT</w:t>
            </w:r>
          </w:p>
        </w:tc>
      </w:tr>
      <w:tr w:rsidR="00CE056E" w:rsidRPr="002311E4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11E4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11E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1A1E1B0E" w:rsidR="00CE056E" w:rsidRPr="002311E4" w:rsidRDefault="00AF3F13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11E4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NCTS-P6 (DDNTA-6.3.0-v1.00 – CSE-v60.4.4)</w:t>
            </w:r>
            <w:r w:rsidRPr="002311E4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 </w:t>
            </w:r>
            <w:r w:rsidRPr="002311E4"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FE4EC9" w:rsidRPr="002311E4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11E4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11E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11E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FDC270B" w:rsidR="00FE4EC9" w:rsidRPr="002311E4" w:rsidRDefault="0004792F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11E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ritical"/>
            <w:r w:rsidRPr="002311E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6B0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6B0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11E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Pr="002311E4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11E4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 w:rsidRPr="002311E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11E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6B0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6B0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11E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2311E4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11E4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11E4" w14:paraId="2873D76C" w14:textId="77777777" w:rsidTr="003643E4">
        <w:trPr>
          <w:trHeight w:val="1796"/>
        </w:trPr>
        <w:tc>
          <w:tcPr>
            <w:tcW w:w="3085" w:type="dxa"/>
            <w:shd w:val="clear" w:color="auto" w:fill="D9D9D9"/>
          </w:tcPr>
          <w:p w14:paraId="70DDD289" w14:textId="77777777" w:rsidR="003643E4" w:rsidRPr="002311E4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2311E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371FA2AF" w:rsidR="003643E4" w:rsidRPr="002311E4" w:rsidRDefault="00A553A0" w:rsidP="003643E4">
            <w:pPr>
              <w:spacing w:before="40"/>
              <w:rPr>
                <w:rFonts w:asciiTheme="minorHAnsi" w:hAnsiTheme="minorHAnsi" w:cs="Arial"/>
                <w:sz w:val="22"/>
                <w:szCs w:val="22"/>
                <w:lang w:eastAsia="x-none"/>
              </w:rPr>
            </w:pPr>
            <w:r w:rsidRPr="002311E4">
              <w:rPr>
                <w:rFonts w:cs="Arial"/>
                <w:lang w:eastAsia="x-none"/>
              </w:rPr>
              <w:object w:dxaOrig="225" w:dyaOrig="225" w14:anchorId="6539AB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9pt;height:22.5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2311E4">
              <w:rPr>
                <w:rFonts w:cs="Arial"/>
                <w:lang w:eastAsia="x-none"/>
              </w:rPr>
              <w:object w:dxaOrig="225" w:dyaOrig="225" w14:anchorId="11BA1907">
                <v:shape id="_x0000_i1031" type="#_x0000_t75" style="width:195.05pt;height:22.5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2311E4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  <w:lang w:eastAsia="x-none"/>
              </w:rPr>
            </w:pPr>
            <w:r w:rsidRPr="002311E4">
              <w:rPr>
                <w:rFonts w:asciiTheme="minorHAnsi" w:hAnsiTheme="minorHAnsi" w:cs="Arial"/>
                <w:sz w:val="22"/>
                <w:szCs w:val="22"/>
                <w:lang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2311E4" w14:paraId="2DC98205" w14:textId="77777777" w:rsidTr="00AC7F03">
              <w:trPr>
                <w:trHeight w:val="916"/>
              </w:trPr>
              <w:tc>
                <w:tcPr>
                  <w:tcW w:w="6573" w:type="dxa"/>
                </w:tcPr>
                <w:p w14:paraId="2D944FE3" w14:textId="5B00AD32" w:rsidR="0085152A" w:rsidRPr="002311E4" w:rsidRDefault="007830DA" w:rsidP="0085152A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</w:pPr>
                  <w:r w:rsidRPr="002311E4"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  <w:t xml:space="preserve">This RfC does not fix an error, but </w:t>
                  </w:r>
                  <w:r w:rsidR="00110A99" w:rsidRPr="002311E4"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  <w:t>DMP Package should be updated accordingly to incorporate the updates of ICS2_CR_CFSS v2.04, regarding D.E. 'Container indicator'</w:t>
                  </w:r>
                </w:p>
              </w:tc>
            </w:tr>
          </w:tbl>
          <w:p w14:paraId="268DC964" w14:textId="77777777" w:rsidR="003643E4" w:rsidRPr="002311E4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  <w:lang w:eastAsia="x-none"/>
              </w:rPr>
            </w:pPr>
          </w:p>
        </w:tc>
      </w:tr>
      <w:tr w:rsidR="002F6323" w:rsidRPr="002311E4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11E4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11E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:rsidRPr="002311E4" w14:paraId="4A1291F7" w14:textId="77777777" w:rsidTr="00A928F0">
              <w:tc>
                <w:tcPr>
                  <w:tcW w:w="3323" w:type="dxa"/>
                </w:tcPr>
                <w:p w14:paraId="73EEB219" w14:textId="215BD22F" w:rsidR="002337D9" w:rsidRPr="002311E4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11E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11E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9E6B0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9E6B0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11E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132611" w:rsidRPr="002311E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2311E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Pr="002311E4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11E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11E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9E6B0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9E6B0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11E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11E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5A9B0DF2" w:rsidR="002337D9" w:rsidRPr="002311E4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11E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2311E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9E6B0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9E6B0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11E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132611" w:rsidRPr="002311E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11E4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11E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0972D196" w:rsidR="002337D9" w:rsidRPr="002311E4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11E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11E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9E6B0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9E6B0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11E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132611" w:rsidRPr="002311E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11E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11E4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11E4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11E4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11E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 w:rsidRPr="002311E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 w:rsidRPr="002311E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 w:rsidRPr="002311E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 w:rsidRPr="002311E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67D184A3" w:rsidR="003643E4" w:rsidRPr="002311E4" w:rsidRDefault="009B5856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11E4">
              <w:rPr>
                <w:rFonts w:asciiTheme="minorHAnsi" w:hAnsiTheme="minorHAnsi" w:cs="Arial"/>
                <w:b/>
                <w:sz w:val="22"/>
                <w:szCs w:val="22"/>
              </w:rPr>
              <w:t xml:space="preserve">  </w:t>
            </w:r>
            <w:r w:rsidR="003643E4" w:rsidRPr="002311E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643E4" w:rsidRPr="002311E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6B0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6B0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2311E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2311E4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 w:rsidRPr="002311E4">
              <w:rPr>
                <w:rFonts w:asciiTheme="minorHAnsi" w:hAnsiTheme="minorHAnsi" w:cs="Arial"/>
                <w:b/>
                <w:sz w:val="22"/>
                <w:szCs w:val="22"/>
              </w:rPr>
              <w:t xml:space="preserve">Yes     </w:t>
            </w:r>
            <w:r w:rsidR="003643E4" w:rsidRPr="002311E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43E4" w:rsidRPr="002311E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6B0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6B0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2311E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2311E4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 w:rsidRPr="002311E4"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2311E4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0C075389" w:rsidR="0046158E" w:rsidRPr="002311E4" w:rsidRDefault="00EB1D3E" w:rsidP="00C001F9">
      <w:pPr>
        <w:rPr>
          <w:rFonts w:asciiTheme="minorHAnsi" w:hAnsiTheme="minorHAnsi" w:cs="Arial"/>
        </w:rPr>
      </w:pPr>
      <w:r w:rsidRPr="002311E4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8E7767" w:rsidRPr="002311E4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2311E4" w14:paraId="7CEBEB25" w14:textId="77777777" w:rsidTr="00813CF6">
        <w:trPr>
          <w:trHeight w:val="583"/>
        </w:trPr>
        <w:tc>
          <w:tcPr>
            <w:tcW w:w="9747" w:type="dxa"/>
            <w:vAlign w:val="center"/>
          </w:tcPr>
          <w:p w14:paraId="70DA2C8C" w14:textId="4B46E57D" w:rsidR="00C66131" w:rsidRPr="002311E4" w:rsidRDefault="0004792F" w:rsidP="00DF08B0">
            <w:pPr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</w:pPr>
            <w:r w:rsidRPr="002311E4">
              <w:rPr>
                <w:rFonts w:asciiTheme="minorHAnsi" w:hAnsiTheme="minorHAnsi" w:cstheme="minorHAnsi"/>
                <w:b/>
                <w:color w:val="0070C0"/>
              </w:rPr>
              <w:t>NCTS-P</w:t>
            </w:r>
            <w:r w:rsidR="00D16074" w:rsidRPr="002311E4">
              <w:rPr>
                <w:rFonts w:asciiTheme="minorHAnsi" w:hAnsiTheme="minorHAnsi" w:cstheme="minorHAnsi"/>
                <w:b/>
                <w:color w:val="0070C0"/>
              </w:rPr>
              <w:t>6</w:t>
            </w:r>
            <w:r w:rsidRPr="002311E4">
              <w:rPr>
                <w:rFonts w:asciiTheme="minorHAnsi" w:hAnsiTheme="minorHAnsi" w:cstheme="minorHAnsi"/>
                <w:b/>
                <w:color w:val="0070C0"/>
              </w:rPr>
              <w:t xml:space="preserve"> (</w:t>
            </w:r>
            <w:r w:rsidR="00C65CFB" w:rsidRPr="002311E4">
              <w:rPr>
                <w:rFonts w:asciiTheme="minorHAnsi" w:hAnsiTheme="minorHAnsi" w:cstheme="minorHAnsi"/>
                <w:b/>
                <w:color w:val="0070C0"/>
              </w:rPr>
              <w:t>NCTS-P6 DMP-6.3.0-v1.00 Package</w:t>
            </w:r>
            <w:r w:rsidR="00DF08B0" w:rsidRPr="002311E4">
              <w:rPr>
                <w:rFonts w:asciiTheme="minorHAnsi" w:hAnsiTheme="minorHAnsi" w:cstheme="minorHAnsi"/>
                <w:b/>
                <w:color w:val="0070C0"/>
              </w:rPr>
              <w:t>)</w:t>
            </w:r>
            <w:r w:rsidR="009E1053" w:rsidRPr="002311E4">
              <w:rPr>
                <w:rFonts w:asciiTheme="minorHAnsi" w:hAnsiTheme="minorHAnsi" w:cstheme="minorHAnsi"/>
                <w:b/>
                <w:color w:val="0070C0"/>
              </w:rPr>
              <w:t xml:space="preserve">: </w:t>
            </w:r>
            <w:r w:rsidR="00C65CFB" w:rsidRPr="002311E4">
              <w:rPr>
                <w:rFonts w:asciiTheme="minorHAnsi" w:hAnsiTheme="minorHAnsi" w:cstheme="minorHAnsi"/>
                <w:b/>
                <w:color w:val="0070C0"/>
              </w:rPr>
              <w:t xml:space="preserve">Structural update from ICS2 CR </w:t>
            </w:r>
            <w:r w:rsidR="006D0F86" w:rsidRPr="002311E4">
              <w:rPr>
                <w:rFonts w:asciiTheme="minorHAnsi" w:hAnsiTheme="minorHAnsi" w:cstheme="minorHAnsi"/>
                <w:b/>
                <w:color w:val="0070C0"/>
              </w:rPr>
              <w:t xml:space="preserve">(from </w:t>
            </w:r>
            <w:r w:rsidR="00C65CFB" w:rsidRPr="002311E4">
              <w:rPr>
                <w:rFonts w:asciiTheme="minorHAnsi" w:hAnsiTheme="minorHAnsi" w:cstheme="minorHAnsi"/>
                <w:b/>
                <w:color w:val="0070C0"/>
              </w:rPr>
              <w:t xml:space="preserve">CFSS v2.02 to </w:t>
            </w:r>
            <w:r w:rsidR="006D0F86" w:rsidRPr="002311E4">
              <w:rPr>
                <w:rFonts w:asciiTheme="minorHAnsi" w:hAnsiTheme="minorHAnsi" w:cstheme="minorHAnsi"/>
                <w:b/>
                <w:color w:val="0070C0"/>
              </w:rPr>
              <w:t xml:space="preserve">CFSS </w:t>
            </w:r>
            <w:r w:rsidR="00C65CFB" w:rsidRPr="002311E4">
              <w:rPr>
                <w:rFonts w:asciiTheme="minorHAnsi" w:hAnsiTheme="minorHAnsi" w:cstheme="minorHAnsi"/>
                <w:b/>
                <w:color w:val="0070C0"/>
              </w:rPr>
              <w:t>v2.04</w:t>
            </w:r>
            <w:r w:rsidR="006D0F86" w:rsidRPr="002311E4">
              <w:rPr>
                <w:rFonts w:asciiTheme="minorHAnsi" w:hAnsiTheme="minorHAnsi" w:cstheme="minorHAnsi"/>
                <w:b/>
                <w:color w:val="0070C0"/>
              </w:rPr>
              <w:t>)</w:t>
            </w:r>
            <w:r w:rsidR="00C65CFB" w:rsidRPr="002311E4">
              <w:rPr>
                <w:rFonts w:asciiTheme="minorHAnsi" w:hAnsiTheme="minorHAnsi" w:cstheme="minorHAnsi"/>
                <w:b/>
                <w:color w:val="0070C0"/>
              </w:rPr>
              <w:t xml:space="preserve"> should be reflected in the DMP Package of NCTS-P6</w:t>
            </w:r>
          </w:p>
        </w:tc>
      </w:tr>
      <w:tr w:rsidR="0046158E" w:rsidRPr="002311E4" w14:paraId="759A9E8B" w14:textId="77777777" w:rsidTr="00920146">
        <w:trPr>
          <w:trHeight w:val="852"/>
        </w:trPr>
        <w:tc>
          <w:tcPr>
            <w:tcW w:w="9747" w:type="dxa"/>
            <w:vAlign w:val="center"/>
          </w:tcPr>
          <w:p w14:paraId="47B493E5" w14:textId="339C2EDF" w:rsidR="00C66131" w:rsidRPr="002311E4" w:rsidRDefault="006D0F86" w:rsidP="007E4161">
            <w:pP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</w:pPr>
            <w:r w:rsidRPr="002311E4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Based on the updated version of the ICS2 CR CFSS (from v2.02 to v2.04), the</w:t>
            </w:r>
            <w:r w:rsidR="00920146" w:rsidRPr="002311E4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DI 'Container indicator' </w:t>
            </w:r>
            <w:r w:rsidR="00FB552D" w:rsidRPr="002311E4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is</w:t>
            </w:r>
            <w:r w:rsidRPr="002311E4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no longer under </w:t>
            </w:r>
            <w:r w:rsidR="00920146" w:rsidRPr="002311E4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the Master Consignment level of ENS Filings </w:t>
            </w:r>
            <w:r w:rsidRPr="002311E4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‘</w:t>
            </w:r>
            <w:r w:rsidR="00920146" w:rsidRPr="002311E4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F50</w:t>
            </w:r>
            <w:r w:rsidRPr="002311E4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’</w:t>
            </w:r>
            <w:r w:rsidR="00920146" w:rsidRPr="002311E4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and </w:t>
            </w:r>
            <w:r w:rsidRPr="002311E4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‘</w:t>
            </w:r>
            <w:r w:rsidR="00920146" w:rsidRPr="002311E4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F51</w:t>
            </w:r>
            <w:r w:rsidRPr="002311E4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’</w:t>
            </w:r>
            <w:r w:rsidR="00324518" w:rsidRPr="002311E4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(ICS2</w:t>
            </w:r>
            <w:r w:rsidR="00E34729" w:rsidRPr="002311E4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-related</w:t>
            </w:r>
            <w:r w:rsidR="00324518" w:rsidRPr="002311E4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messages)</w:t>
            </w:r>
            <w:r w:rsidRPr="002311E4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. Therefore, this change should be reflected on the DMP of</w:t>
            </w:r>
            <w:r w:rsidR="00920146" w:rsidRPr="002311E4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NCTS-P6</w:t>
            </w:r>
            <w:r w:rsidRPr="002311E4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.</w:t>
            </w:r>
            <w:r w:rsidR="00920146" w:rsidRPr="002311E4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</w:t>
            </w:r>
            <w:r w:rsidRPr="002311E4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This structural change of ICS2 CR has no impact in the related NCTS-P6 messages </w:t>
            </w:r>
            <w:r w:rsidR="00E14972" w:rsidRPr="002311E4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used by Opt-In NAs </w:t>
            </w:r>
            <w:r w:rsidRPr="002311E4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(i.e. CCA15D, CCA13D, CDA13D and CDA15D).</w:t>
            </w:r>
          </w:p>
        </w:tc>
      </w:tr>
    </w:tbl>
    <w:p w14:paraId="6A0D66CC" w14:textId="77777777" w:rsidR="004219E4" w:rsidRPr="002311E4" w:rsidRDefault="004219E4" w:rsidP="008E7767">
      <w:pPr>
        <w:rPr>
          <w:rFonts w:asciiTheme="minorHAnsi" w:hAnsiTheme="minorHAnsi" w:cs="Arial"/>
          <w:b/>
          <w:bCs/>
          <w:sz w:val="28"/>
          <w:szCs w:val="28"/>
        </w:rPr>
      </w:pPr>
      <w:bookmarkStart w:id="2" w:name="_Hlk90467475"/>
    </w:p>
    <w:p w14:paraId="6322F08B" w14:textId="77777777" w:rsidR="00F908A1" w:rsidRPr="002311E4" w:rsidRDefault="00F908A1" w:rsidP="00F908A1">
      <w:pPr>
        <w:rPr>
          <w:rFonts w:asciiTheme="minorHAnsi" w:hAnsiTheme="minorHAnsi" w:cs="Arial"/>
          <w:b/>
          <w:bCs/>
          <w:sz w:val="28"/>
          <w:szCs w:val="28"/>
        </w:rPr>
      </w:pPr>
      <w:r w:rsidRPr="002311E4">
        <w:rPr>
          <w:rFonts w:asciiTheme="minorHAnsi" w:hAnsiTheme="minorHAnsi" w:cs="Arial"/>
          <w:b/>
          <w:bCs/>
          <w:sz w:val="28"/>
          <w:szCs w:val="28"/>
        </w:rPr>
        <w:t xml:space="preserve">Section 2: Problem statement 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026"/>
      </w:tblGrid>
      <w:tr w:rsidR="00F908A1" w:rsidRPr="002311E4" w14:paraId="6B5422F8" w14:textId="77777777" w:rsidTr="00510F5A">
        <w:tc>
          <w:tcPr>
            <w:tcW w:w="9759" w:type="dxa"/>
          </w:tcPr>
          <w:p w14:paraId="4DE81941" w14:textId="6BF51405" w:rsidR="00E14972" w:rsidRPr="002311E4" w:rsidRDefault="00F80365" w:rsidP="006D0F86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2311E4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Based on the </w:t>
            </w:r>
            <w:r w:rsidRPr="002311E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NCTS-P6 DMP-6.3.0-v1.00 Package, </w:t>
            </w:r>
            <w:r w:rsidRPr="002311E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the following is depicted</w:t>
            </w:r>
            <w:r w:rsidR="00FB552D" w:rsidRPr="002311E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under the tab</w:t>
            </w:r>
            <w:r w:rsidR="00E14972" w:rsidRPr="002311E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:</w:t>
            </w:r>
          </w:p>
          <w:p w14:paraId="79FA8979" w14:textId="77777777" w:rsidR="00E14972" w:rsidRPr="002311E4" w:rsidRDefault="00E14972" w:rsidP="006D0F86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</w:p>
          <w:p w14:paraId="37DA5847" w14:textId="340DED8B" w:rsidR="006D0F86" w:rsidRPr="002311E4" w:rsidRDefault="00FB552D" w:rsidP="006D0F86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2311E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IE4F50-CDA15D</w:t>
            </w:r>
          </w:p>
          <w:p w14:paraId="11314877" w14:textId="77777777" w:rsidR="00F80365" w:rsidRPr="002311E4" w:rsidRDefault="00F80365" w:rsidP="006D0F8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</w:pPr>
          </w:p>
          <w:p w14:paraId="1601302C" w14:textId="59893215" w:rsidR="00F80365" w:rsidRPr="002311E4" w:rsidRDefault="00FB552D" w:rsidP="006D0F8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</w:pPr>
            <w:r w:rsidRPr="002311E4">
              <w:rPr>
                <w:noProof/>
                <w:sz w:val="22"/>
                <w:szCs w:val="22"/>
                <w:lang w:val="en-GB"/>
              </w:rPr>
              <w:drawing>
                <wp:inline distT="0" distB="0" distL="0" distR="0" wp14:anchorId="7F5322A5" wp14:editId="011821AC">
                  <wp:extent cx="5742980" cy="451485"/>
                  <wp:effectExtent l="152400" t="171450" r="334010" b="367665"/>
                  <wp:docPr id="193811140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8111405" name=""/>
                          <pic:cNvPicPr/>
                        </pic:nvPicPr>
                        <pic:blipFill rotWithShape="1">
                          <a:blip r:embed="rId15"/>
                          <a:srcRect l="774" t="34388" r="-1" b="12748"/>
                          <a:stretch/>
                        </pic:blipFill>
                        <pic:spPr bwMode="auto">
                          <a:xfrm>
                            <a:off x="0" y="0"/>
                            <a:ext cx="5747368" cy="4518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31481A9" w14:textId="1976EB28" w:rsidR="00F908A1" w:rsidRPr="002311E4" w:rsidRDefault="00F908A1" w:rsidP="00126133">
            <w:pPr>
              <w:autoSpaceDE w:val="0"/>
              <w:autoSpaceDN w:val="0"/>
              <w:adjustRightInd w:val="0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</w:p>
          <w:p w14:paraId="6A842A35" w14:textId="3A50B80E" w:rsidR="00BD30D0" w:rsidRPr="002311E4" w:rsidRDefault="00026777" w:rsidP="0012613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11E4">
              <w:rPr>
                <w:rFonts w:asciiTheme="minorHAnsi" w:hAnsiTheme="minorHAnsi" w:cstheme="minorHAnsi"/>
                <w:sz w:val="22"/>
                <w:szCs w:val="22"/>
              </w:rPr>
              <w:t>Since the DI 'Container indicator' is no longer under the Master Consignment level of ENS Filings IE4F50 and IE4F51 (ICS2-related messages)</w:t>
            </w:r>
            <w:r w:rsidR="00FB552D" w:rsidRPr="002311E4">
              <w:rPr>
                <w:rFonts w:asciiTheme="minorHAnsi" w:hAnsiTheme="minorHAnsi" w:cstheme="minorHAnsi"/>
                <w:sz w:val="22"/>
                <w:szCs w:val="22"/>
              </w:rPr>
              <w:t>, the above</w:t>
            </w:r>
            <w:r w:rsidR="00FB552D" w:rsidRPr="002311E4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entry should be removed from the </w:t>
            </w:r>
            <w:r w:rsidR="00FB552D" w:rsidRPr="002311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NCTS-P6 DMP-6.3.0-v1.00 Package </w:t>
            </w:r>
            <w:r w:rsidR="00FB552D" w:rsidRPr="002311E4">
              <w:rPr>
                <w:rFonts w:asciiTheme="minorHAnsi" w:hAnsiTheme="minorHAnsi" w:cstheme="minorHAnsi"/>
                <w:sz w:val="22"/>
                <w:szCs w:val="22"/>
              </w:rPr>
              <w:t xml:space="preserve">and </w:t>
            </w:r>
            <w:r w:rsidR="00E14972" w:rsidRPr="002311E4">
              <w:rPr>
                <w:rFonts w:asciiTheme="minorHAnsi" w:hAnsiTheme="minorHAnsi" w:cstheme="minorHAnsi"/>
                <w:sz w:val="22"/>
                <w:szCs w:val="22"/>
              </w:rPr>
              <w:t>specifically</w:t>
            </w:r>
            <w:r w:rsidR="00FB552D" w:rsidRPr="002311E4">
              <w:rPr>
                <w:rFonts w:asciiTheme="minorHAnsi" w:hAnsiTheme="minorHAnsi" w:cstheme="minorHAnsi"/>
                <w:sz w:val="22"/>
                <w:szCs w:val="22"/>
              </w:rPr>
              <w:t xml:space="preserve"> from the IE4F50-CDA15D, IE4A50-CDA13D, IE4F51-CDA15D and IE4A51-CDA13D related tabs to become aligned with </w:t>
            </w:r>
            <w:r w:rsidR="00FB552D" w:rsidRPr="002311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ICS CR CFSS 2.04</w:t>
            </w:r>
            <w:r w:rsidR="00731957" w:rsidRPr="002311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</w:tr>
    </w:tbl>
    <w:p w14:paraId="52115708" w14:textId="77777777" w:rsidR="00F908A1" w:rsidRPr="002311E4" w:rsidRDefault="00F908A1" w:rsidP="008E7767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5B8D2242" w14:textId="24BF0D15" w:rsidR="008E7767" w:rsidRPr="002311E4" w:rsidRDefault="008E7767" w:rsidP="008E7767">
      <w:pPr>
        <w:rPr>
          <w:rFonts w:asciiTheme="minorHAnsi" w:hAnsiTheme="minorHAnsi" w:cs="Arial"/>
          <w:b/>
          <w:bCs/>
          <w:sz w:val="28"/>
          <w:szCs w:val="28"/>
        </w:rPr>
      </w:pPr>
      <w:bookmarkStart w:id="3" w:name="_Hlk90467496"/>
      <w:bookmarkEnd w:id="2"/>
      <w:r w:rsidRPr="002311E4">
        <w:rPr>
          <w:rFonts w:asciiTheme="minorHAnsi" w:hAnsiTheme="minorHAnsi" w:cs="Arial"/>
          <w:b/>
          <w:bCs/>
          <w:sz w:val="28"/>
          <w:szCs w:val="28"/>
        </w:rPr>
        <w:lastRenderedPageBreak/>
        <w:t>Section 3: Description of proposed solution</w:t>
      </w:r>
    </w:p>
    <w:tbl>
      <w:tblPr>
        <w:tblW w:w="98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9E6B0B" w14:paraId="36098742" w14:textId="77777777" w:rsidTr="00FB552D">
        <w:tc>
          <w:tcPr>
            <w:tcW w:w="9810" w:type="dxa"/>
          </w:tcPr>
          <w:bookmarkEnd w:id="3"/>
          <w:p w14:paraId="5F690F1C" w14:textId="048F1D3D" w:rsidR="00C74726" w:rsidRPr="002311E4" w:rsidRDefault="00BD30D0" w:rsidP="00C747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11E4">
              <w:rPr>
                <w:rFonts w:asciiTheme="minorHAnsi" w:hAnsiTheme="minorHAnsi" w:cstheme="minorHAnsi"/>
                <w:sz w:val="22"/>
                <w:szCs w:val="22"/>
              </w:rPr>
              <w:t xml:space="preserve">For the </w:t>
            </w:r>
            <w:r w:rsidRPr="002311E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Based on the </w:t>
            </w:r>
            <w:r w:rsidRPr="002311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NCTS-P6 DMP-6.3.0-v1.00 Package, </w:t>
            </w:r>
            <w:r w:rsidRPr="002311E4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C74726" w:rsidRPr="002311E4">
              <w:rPr>
                <w:rFonts w:asciiTheme="minorHAnsi" w:hAnsiTheme="minorHAnsi" w:cstheme="minorHAnsi"/>
                <w:sz w:val="22"/>
                <w:szCs w:val="22"/>
              </w:rPr>
              <w:t xml:space="preserve">ddition of </w:t>
            </w:r>
            <w:r w:rsidR="00C74726" w:rsidRPr="002311E4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text highlighted in yellow</w:t>
            </w:r>
            <w:r w:rsidR="00C74726" w:rsidRPr="002311E4">
              <w:rPr>
                <w:rFonts w:asciiTheme="minorHAnsi" w:hAnsiTheme="minorHAnsi" w:cstheme="minorHAnsi"/>
                <w:sz w:val="22"/>
                <w:szCs w:val="22"/>
              </w:rPr>
              <w:t xml:space="preserve"> – removal of </w:t>
            </w:r>
            <w:r w:rsidR="00C74726" w:rsidRPr="002311E4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text with strikethrough</w:t>
            </w:r>
            <w:r w:rsidR="00C74726" w:rsidRPr="002311E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1780734D" w14:textId="77777777" w:rsidR="00381B21" w:rsidRPr="002311E4" w:rsidRDefault="00381B21" w:rsidP="00381B2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793AA1" w14:textId="015E7CBF" w:rsidR="00832EB0" w:rsidRPr="002311E4" w:rsidRDefault="00832EB0" w:rsidP="0083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11E4">
              <w:rPr>
                <w:rFonts w:asciiTheme="minorHAnsi" w:hAnsiTheme="minorHAnsi" w:cstheme="minorHAnsi"/>
                <w:sz w:val="22"/>
                <w:szCs w:val="22"/>
              </w:rPr>
              <w:t>From the ICS2 Message structure (Target) part, t</w:t>
            </w:r>
            <w:r w:rsidR="00BD30D0" w:rsidRPr="002311E4">
              <w:rPr>
                <w:rFonts w:asciiTheme="minorHAnsi" w:hAnsiTheme="minorHAnsi" w:cstheme="minorHAnsi"/>
                <w:sz w:val="22"/>
                <w:szCs w:val="22"/>
              </w:rPr>
              <w:t>he DI ‘</w:t>
            </w:r>
            <w:r w:rsidRPr="002311E4">
              <w:rPr>
                <w:rFonts w:asciiTheme="minorHAnsi" w:hAnsiTheme="minorHAnsi" w:cstheme="minorHAnsi"/>
                <w:sz w:val="22"/>
                <w:szCs w:val="22"/>
              </w:rPr>
              <w:t>CIS/Consignment/container/containerIndicator</w:t>
            </w:r>
            <w:r w:rsidR="00BD30D0" w:rsidRPr="002311E4">
              <w:rPr>
                <w:rFonts w:asciiTheme="minorHAnsi" w:hAnsiTheme="minorHAnsi" w:cstheme="minorHAnsi"/>
                <w:sz w:val="22"/>
                <w:szCs w:val="22"/>
              </w:rPr>
              <w:t>’ should be removed</w:t>
            </w:r>
            <w:r w:rsidRPr="002311E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BD30D0" w:rsidRPr="002311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1EE31D7" w14:textId="6854FE7F" w:rsidR="00832EB0" w:rsidRPr="002311E4" w:rsidRDefault="00832EB0" w:rsidP="005C10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11E4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FB429C7" wp14:editId="54B67F1F">
                  <wp:extent cx="5819140" cy="398780"/>
                  <wp:effectExtent l="152400" t="152400" r="353060" b="363220"/>
                  <wp:docPr id="4259049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5904913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3987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65264E24" w14:textId="77777777" w:rsidR="005C36E5" w:rsidRPr="002311E4" w:rsidRDefault="005C36E5" w:rsidP="005C36E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00F4D3" w14:textId="5F128A6E" w:rsidR="00C81241" w:rsidRPr="002311E4" w:rsidRDefault="00832EB0" w:rsidP="000008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11E4">
              <w:rPr>
                <w:rFonts w:asciiTheme="minorHAnsi" w:hAnsiTheme="minorHAnsi" w:cstheme="minorHAnsi"/>
                <w:sz w:val="22"/>
                <w:szCs w:val="22"/>
              </w:rPr>
              <w:t>The above change will apply in the following tabs:</w:t>
            </w:r>
          </w:p>
          <w:p w14:paraId="0ECE21F2" w14:textId="110BD7E9" w:rsidR="00832EB0" w:rsidRPr="002311E4" w:rsidRDefault="00832EB0" w:rsidP="0083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11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4F8F36B" w14:textId="77777777" w:rsidR="00832EB0" w:rsidRPr="002311E4" w:rsidRDefault="00832EB0" w:rsidP="00832EB0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311E4">
              <w:rPr>
                <w:rFonts w:asciiTheme="minorHAnsi" w:hAnsiTheme="minorHAnsi" w:cstheme="minorHAnsi"/>
                <w:sz w:val="22"/>
                <w:szCs w:val="22"/>
              </w:rPr>
              <w:t xml:space="preserve">IE4F50-CDA15D, </w:t>
            </w:r>
          </w:p>
          <w:p w14:paraId="2D9F13AF" w14:textId="77777777" w:rsidR="00832EB0" w:rsidRPr="002311E4" w:rsidRDefault="00832EB0" w:rsidP="00832EB0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311E4">
              <w:rPr>
                <w:rFonts w:asciiTheme="minorHAnsi" w:hAnsiTheme="minorHAnsi" w:cstheme="minorHAnsi"/>
                <w:sz w:val="22"/>
                <w:szCs w:val="22"/>
              </w:rPr>
              <w:t xml:space="preserve">IE4F51-CDA15D, </w:t>
            </w:r>
          </w:p>
          <w:p w14:paraId="443E2C0F" w14:textId="77777777" w:rsidR="00832EB0" w:rsidRPr="002311E4" w:rsidRDefault="00832EB0" w:rsidP="00832EB0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311E4">
              <w:rPr>
                <w:rFonts w:asciiTheme="minorHAnsi" w:hAnsiTheme="minorHAnsi" w:cstheme="minorHAnsi"/>
                <w:sz w:val="22"/>
                <w:szCs w:val="22"/>
              </w:rPr>
              <w:t>IE4A50-CDA13D</w:t>
            </w:r>
          </w:p>
          <w:p w14:paraId="1FCCCC81" w14:textId="2EEC8F32" w:rsidR="00832EB0" w:rsidRPr="002311E4" w:rsidRDefault="00832EB0" w:rsidP="00832EB0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311E4">
              <w:rPr>
                <w:rFonts w:asciiTheme="minorHAnsi" w:hAnsiTheme="minorHAnsi" w:cstheme="minorHAnsi"/>
                <w:sz w:val="22"/>
                <w:szCs w:val="22"/>
              </w:rPr>
              <w:t>IE4A51-CDA13D</w:t>
            </w:r>
          </w:p>
          <w:p w14:paraId="0DE4BF8E" w14:textId="77777777" w:rsidR="00832EB0" w:rsidRPr="002311E4" w:rsidRDefault="00832EB0" w:rsidP="000008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637336" w14:textId="77777777" w:rsidR="00832EB0" w:rsidRPr="002311E4" w:rsidRDefault="00832EB0" w:rsidP="000008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6C237B" w14:textId="77777777" w:rsidR="00541EC9" w:rsidRPr="002311E4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2311E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 w:rsidRPr="002311E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 </w:t>
            </w:r>
            <w:r w:rsidRPr="002311E4">
              <w:rPr>
                <w:rStyle w:val="eop"/>
                <w:rFonts w:asciiTheme="minorHAnsi" w:hAnsiTheme="minorHAnsi" w:cstheme="minorHAnsi"/>
                <w:sz w:val="22"/>
                <w:szCs w:val="22"/>
                <w:lang w:val="en-GB"/>
              </w:rPr>
              <w:t> </w:t>
            </w:r>
          </w:p>
          <w:p w14:paraId="784451E2" w14:textId="77777777" w:rsidR="009E1053" w:rsidRPr="002311E4" w:rsidRDefault="006F17DD" w:rsidP="006F17DD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2311E4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 </w:t>
            </w:r>
          </w:p>
          <w:p w14:paraId="44C63E93" w14:textId="5218BD5D" w:rsidR="006F17DD" w:rsidRPr="002311E4" w:rsidRDefault="000F5089" w:rsidP="006F17DD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2311E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This RFC proposal concerns </w:t>
            </w:r>
            <w:r w:rsidR="00832EB0" w:rsidRPr="002311E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a </w:t>
            </w:r>
            <w:r w:rsidR="002C5590" w:rsidRPr="002311E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purely </w:t>
            </w:r>
            <w:r w:rsidR="00832EB0" w:rsidRPr="002311E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documentary change</w:t>
            </w:r>
            <w:r w:rsidR="00832EB0" w:rsidRPr="002311E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and has </w:t>
            </w:r>
            <w:r w:rsidR="00832EB0" w:rsidRPr="002311E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no impact for the Opt-In NAs</w:t>
            </w:r>
            <w:r w:rsidRPr="002311E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0969A02D" w14:textId="200A9373" w:rsidR="006F17DD" w:rsidRPr="002311E4" w:rsidRDefault="006F17DD" w:rsidP="006F17DD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2311E4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 </w:t>
            </w:r>
          </w:p>
          <w:p w14:paraId="4846E482" w14:textId="593666DD" w:rsidR="003C0A70" w:rsidRPr="002311E4" w:rsidRDefault="003C0A70" w:rsidP="003C0A70">
            <w:pPr>
              <w:pStyle w:val="paragraph"/>
              <w:spacing w:before="0" w:beforeAutospacing="0" w:after="0" w:afterAutospacing="0"/>
              <w:ind w:left="4860" w:hanging="486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2311E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Proposed</w:t>
            </w:r>
            <w:r w:rsidRPr="002311E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 date of applicability in Operations </w:t>
            </w:r>
            <w:r w:rsidRPr="002311E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(T-Ops)</w:t>
            </w:r>
            <w:r w:rsidRPr="002311E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:  </w:t>
            </w:r>
            <w:r w:rsidR="00832EB0" w:rsidRPr="002311E4">
              <w:rPr>
                <w:rStyle w:val="ui-provider"/>
                <w:rFonts w:asciiTheme="minorHAnsi" w:hAnsiTheme="minorHAnsi" w:cstheme="minorHAnsi"/>
                <w:sz w:val="22"/>
                <w:szCs w:val="22"/>
                <w:lang w:val="en-GB"/>
              </w:rPr>
              <w:t>N/A</w:t>
            </w:r>
          </w:p>
          <w:p w14:paraId="62B93AF9" w14:textId="6A35E4FD" w:rsidR="003C0A70" w:rsidRPr="002311E4" w:rsidRDefault="003C0A70" w:rsidP="003C0A70">
            <w:pPr>
              <w:pStyle w:val="paragraph"/>
              <w:spacing w:before="0" w:beforeAutospacing="0" w:after="0" w:afterAutospacing="0"/>
              <w:ind w:right="-113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2311E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Proposed </w:t>
            </w:r>
            <w:r w:rsidRPr="002311E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date of applicability in CT </w:t>
            </w:r>
            <w:r w:rsidRPr="002311E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(T-CT)</w:t>
            </w:r>
            <w:r w:rsidRPr="002311E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:                    </w:t>
            </w:r>
            <w:r w:rsidR="00832EB0" w:rsidRPr="002311E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N/A</w:t>
            </w:r>
            <w:r w:rsidRPr="002311E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 </w:t>
            </w:r>
            <w:r w:rsidRPr="002311E4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 </w:t>
            </w:r>
          </w:p>
          <w:p w14:paraId="77185AF0" w14:textId="3F4C3910" w:rsidR="003C0A70" w:rsidRPr="002311E4" w:rsidRDefault="003C0A70" w:rsidP="003C0A7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2311E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Expected</w:t>
            </w:r>
            <w:r w:rsidRPr="002311E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 date of approval by ECCG </w:t>
            </w:r>
            <w:r w:rsidRPr="002311E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(T-CAB)</w:t>
            </w:r>
            <w:r w:rsidRPr="002311E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:                  </w:t>
            </w:r>
            <w:r w:rsidR="00832EB0" w:rsidRPr="002311E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N/A</w:t>
            </w:r>
          </w:p>
          <w:p w14:paraId="324C83A4" w14:textId="7C65AC62" w:rsidR="00483BA3" w:rsidRPr="002311E4" w:rsidRDefault="00483BA3" w:rsidP="00D2235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4169D12F" w14:textId="228CBB33" w:rsidR="009F3ED6" w:rsidRPr="002311E4" w:rsidRDefault="009F3ED6" w:rsidP="009F3ED6">
            <w:pPr>
              <w:pStyle w:val="paragraph"/>
              <w:spacing w:before="0" w:beforeAutospacing="0" w:after="0" w:afterAutospacing="0"/>
              <w:ind w:left="720" w:hanging="72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  <w:r w:rsidRPr="002311E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Risk in case of non-implementation:</w:t>
            </w:r>
          </w:p>
          <w:p w14:paraId="288B59B0" w14:textId="77777777" w:rsidR="003D363B" w:rsidRPr="002311E4" w:rsidRDefault="003D363B" w:rsidP="009F3ED6">
            <w:pPr>
              <w:pStyle w:val="paragraph"/>
              <w:spacing w:before="0" w:beforeAutospacing="0" w:after="0" w:afterAutospacing="0"/>
              <w:ind w:left="720" w:hanging="72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6D047E2D" w14:textId="46600E70" w:rsidR="003C7770" w:rsidRPr="002311E4" w:rsidRDefault="00832EB0" w:rsidP="0098335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2311E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N/A</w:t>
            </w:r>
          </w:p>
          <w:p w14:paraId="0649F336" w14:textId="711C34EF" w:rsidR="00541EC9" w:rsidRPr="002311E4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14:paraId="282D8128" w14:textId="77777777" w:rsidR="00483BA3" w:rsidRPr="002311E4" w:rsidRDefault="00483BA3" w:rsidP="00483BA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311E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messages:</w:t>
            </w:r>
          </w:p>
          <w:p w14:paraId="710EFE72" w14:textId="77777777" w:rsidR="003D363B" w:rsidRPr="002311E4" w:rsidRDefault="003D363B" w:rsidP="00483BA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57C81585" w14:textId="5A8903B1" w:rsidR="00D356AB" w:rsidRPr="002311E4" w:rsidRDefault="00832EB0" w:rsidP="00541EC9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2311E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None</w:t>
            </w:r>
          </w:p>
          <w:p w14:paraId="5A5B338C" w14:textId="77777777" w:rsidR="00D915CF" w:rsidRPr="002311E4" w:rsidRDefault="00D915CF" w:rsidP="00D915CF">
            <w:pPr>
              <w:pStyle w:val="paragraph"/>
              <w:spacing w:before="0" w:beforeAutospacing="0" w:after="0" w:afterAutospacing="0"/>
              <w:ind w:left="408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14:paraId="3565315B" w14:textId="7EF794DF" w:rsidR="00552BE2" w:rsidRPr="002311E4" w:rsidRDefault="009F3ED6" w:rsidP="00B6159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311E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Impacted Rules, Conditions &amp; BRTs etc.: </w:t>
            </w:r>
          </w:p>
          <w:p w14:paraId="71C422B6" w14:textId="0BAA14AD" w:rsidR="003D363B" w:rsidRPr="002311E4" w:rsidRDefault="00D55728" w:rsidP="00D55728">
            <w:pPr>
              <w:pStyle w:val="ListParagraph"/>
              <w:numPr>
                <w:ilvl w:val="0"/>
                <w:numId w:val="14"/>
              </w:num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2311E4">
              <w:rPr>
                <w:rFonts w:asciiTheme="minorHAnsi" w:hAnsiTheme="minorHAnsi" w:cstheme="minorHAnsi"/>
                <w:sz w:val="22"/>
                <w:szCs w:val="22"/>
              </w:rPr>
              <w:t>None</w:t>
            </w:r>
          </w:p>
          <w:p w14:paraId="57016EEA" w14:textId="77777777" w:rsidR="00D55728" w:rsidRPr="002311E4" w:rsidRDefault="00D55728" w:rsidP="00D55728">
            <w:pPr>
              <w:pStyle w:val="ListParagraph"/>
              <w:ind w:left="456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720E98" w14:textId="561529AC" w:rsidR="00541EC9" w:rsidRPr="002311E4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color w:val="548DD4" w:themeColor="text2" w:themeTint="99"/>
                <w:sz w:val="22"/>
                <w:szCs w:val="22"/>
                <w:u w:val="single"/>
                <w:lang w:val="en-GB"/>
              </w:rPr>
            </w:pPr>
            <w:r w:rsidRPr="002311E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Impacted C</w:t>
            </w:r>
            <w:r w:rsidR="00907BA2" w:rsidRPr="002311E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</w:t>
            </w:r>
            <w:r w:rsidR="008E7767" w:rsidRPr="002311E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 xml:space="preserve"> Artefacts</w:t>
            </w:r>
            <w:r w:rsidRPr="002311E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  <w:r w:rsidR="00D674FD" w:rsidRPr="002311E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 xml:space="preserve"> </w:t>
            </w:r>
          </w:p>
          <w:p w14:paraId="4B3F9349" w14:textId="77777777" w:rsidR="00DD56E4" w:rsidRPr="002311E4" w:rsidRDefault="00DD56E4" w:rsidP="00982D9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BF682F9" w14:textId="426025DC" w:rsidR="006F17DD" w:rsidRPr="002311E4" w:rsidRDefault="006F17DD" w:rsidP="006F17D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DDNTA-6.</w:t>
            </w:r>
            <w:r w:rsidR="00D16074"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3</w:t>
            </w:r>
            <w:r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.0-v1.0</w:t>
            </w:r>
            <w:r w:rsidR="00D16074"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0</w:t>
            </w:r>
            <w:r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 (Main Document): </w:t>
            </w:r>
            <w:r w:rsidR="008F0A74"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</w:t>
            </w:r>
            <w:r w:rsidR="003D363B"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3B0B86FD" w14:textId="4345B72D" w:rsidR="006F17DD" w:rsidRPr="002311E4" w:rsidRDefault="006F17DD" w:rsidP="006F17D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Functional Specifications NCTS-P6 (FSS/BPM): 7.10.0: No.  </w:t>
            </w:r>
          </w:p>
          <w:p w14:paraId="44466D8E" w14:textId="0B63FCC2" w:rsidR="006F17DD" w:rsidRPr="002311E4" w:rsidRDefault="006F17DD" w:rsidP="006F17D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CSE-v60.4.</w:t>
            </w:r>
            <w:r w:rsidR="003D363B"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4</w:t>
            </w:r>
            <w:r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: </w:t>
            </w:r>
            <w:r w:rsidR="00B61597"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No.    </w:t>
            </w:r>
          </w:p>
          <w:p w14:paraId="5CE5ABAA" w14:textId="3B6B2C17" w:rsidR="006F17DD" w:rsidRPr="009E6B0B" w:rsidRDefault="006F17DD" w:rsidP="006F17D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</w:pPr>
            <w:r w:rsidRPr="009E6B0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>DDNTA-6.</w:t>
            </w:r>
            <w:r w:rsidR="00D16074" w:rsidRPr="009E6B0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>3</w:t>
            </w:r>
            <w:r w:rsidRPr="009E6B0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>.0-v1.0</w:t>
            </w:r>
            <w:r w:rsidR="00D16074" w:rsidRPr="009E6B0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>0</w:t>
            </w:r>
            <w:r w:rsidRPr="009E6B0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 xml:space="preserve"> (</w:t>
            </w:r>
            <w:proofErr w:type="spellStart"/>
            <w:r w:rsidRPr="009E6B0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>Appendices</w:t>
            </w:r>
            <w:proofErr w:type="spellEnd"/>
            <w:r w:rsidRPr="009E6B0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 xml:space="preserve"> D, K, Q2, X):</w:t>
            </w:r>
            <w:r w:rsidRPr="009E6B0B">
              <w:rPr>
                <w:rStyle w:val="normaltextrun"/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s-ES"/>
              </w:rPr>
              <w:t xml:space="preserve"> </w:t>
            </w:r>
            <w:r w:rsidR="00B61597" w:rsidRPr="009E6B0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>No.</w:t>
            </w:r>
            <w:r w:rsidRPr="009E6B0B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  <w:lang w:val="es-ES"/>
              </w:rPr>
              <w:t>    </w:t>
            </w:r>
          </w:p>
          <w:p w14:paraId="71F772BE" w14:textId="5E6183D7" w:rsidR="006F17DD" w:rsidRPr="002311E4" w:rsidRDefault="00014350" w:rsidP="006F17D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2311E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NCTS-P6 DMP-6.3.0-v1.00 Package</w:t>
            </w:r>
            <w:r w:rsidR="006F17DD" w:rsidRPr="002311E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:</w:t>
            </w:r>
            <w:r w:rsidR="006F17DD" w:rsidRPr="002311E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FF32A1" w:rsidRPr="002311E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Yes.</w:t>
            </w:r>
          </w:p>
          <w:p w14:paraId="3CF9E8FF" w14:textId="5455C11D" w:rsidR="006F17DD" w:rsidRPr="002311E4" w:rsidRDefault="006F17DD" w:rsidP="006F17D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CTP-6.</w:t>
            </w:r>
            <w:r w:rsidR="004D3A27"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2</w:t>
            </w:r>
            <w:r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.0-v1.00: No. </w:t>
            </w:r>
          </w:p>
          <w:p w14:paraId="5A6C4FC8" w14:textId="03E259FC" w:rsidR="006F17DD" w:rsidRPr="002311E4" w:rsidRDefault="006F17DD" w:rsidP="006F17D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TRP-6.</w:t>
            </w:r>
            <w:r w:rsidR="00C73382"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2</w:t>
            </w:r>
            <w:r w:rsidR="00D16074"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0-v1.0</w:t>
            </w:r>
            <w:r w:rsidR="00C73382"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1</w:t>
            </w:r>
            <w:r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: </w:t>
            </w:r>
            <w:r w:rsidR="00F929ED"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No. </w:t>
            </w:r>
          </w:p>
          <w:p w14:paraId="083DA0FF" w14:textId="77777777" w:rsidR="006F17DD" w:rsidRPr="002311E4" w:rsidRDefault="006F17DD" w:rsidP="006F17D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DDCOM-21-3.0-v1.00: No.      </w:t>
            </w:r>
          </w:p>
          <w:p w14:paraId="3F561B59" w14:textId="643E7341" w:rsidR="006F17DD" w:rsidRPr="002311E4" w:rsidRDefault="006F17DD" w:rsidP="006F17D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ieCA </w:t>
            </w:r>
            <w:r w:rsidR="004D3A27"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/TED 2</w:t>
            </w:r>
            <w:r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="004D3A27"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0</w:t>
            </w:r>
            <w:r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="004D3A27"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0</w:t>
            </w:r>
            <w:r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.0: No.  </w:t>
            </w:r>
          </w:p>
          <w:p w14:paraId="45C0097F" w14:textId="58F43E9D" w:rsidR="006F17DD" w:rsidRPr="002311E4" w:rsidRDefault="006F17DD" w:rsidP="006F17D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lastRenderedPageBreak/>
              <w:t>ICS2-CR-CTS-1.</w:t>
            </w:r>
            <w:r w:rsidR="004D3A27"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1</w:t>
            </w:r>
            <w:r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.0-v1.0</w:t>
            </w:r>
            <w:r w:rsidR="004D3A27"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1</w:t>
            </w:r>
            <w:r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: No.  </w:t>
            </w:r>
          </w:p>
          <w:p w14:paraId="4FB509AB" w14:textId="5741F5AC" w:rsidR="00D674FD" w:rsidRPr="002311E4" w:rsidRDefault="006F17DD" w:rsidP="003571C4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ICS2-CR-C</w:t>
            </w:r>
            <w:r w:rsidR="00F15178"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RP</w:t>
            </w:r>
            <w:r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-1.</w:t>
            </w:r>
            <w:r w:rsidR="004D3A27"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1</w:t>
            </w:r>
            <w:r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.0</w:t>
            </w:r>
            <w:r w:rsidR="004D3A27"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-v1.00</w:t>
            </w:r>
            <w:r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: No. </w:t>
            </w:r>
          </w:p>
          <w:p w14:paraId="6A46CB2E" w14:textId="77777777" w:rsidR="004D3A27" w:rsidRPr="002311E4" w:rsidRDefault="004D3A27" w:rsidP="004D3A27">
            <w:pPr>
              <w:pStyle w:val="paragraph"/>
              <w:numPr>
                <w:ilvl w:val="0"/>
                <w:numId w:val="2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CS/MIS2_DATA: No.</w:t>
            </w:r>
          </w:p>
          <w:p w14:paraId="38ED8BA3" w14:textId="77777777" w:rsidR="004D3A27" w:rsidRPr="002311E4" w:rsidRDefault="004D3A27" w:rsidP="004D3A27">
            <w:pPr>
              <w:pStyle w:val="paragraph"/>
              <w:numPr>
                <w:ilvl w:val="0"/>
                <w:numId w:val="2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2311E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CS/RD2_DATA: No.</w:t>
            </w:r>
          </w:p>
          <w:p w14:paraId="4D5E4F00" w14:textId="20E4496F" w:rsidR="00B76926" w:rsidRPr="009E6B0B" w:rsidRDefault="004D3A27" w:rsidP="00AE4A12">
            <w:pPr>
              <w:pStyle w:val="paragraph"/>
              <w:numPr>
                <w:ilvl w:val="0"/>
                <w:numId w:val="2"/>
              </w:numPr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</w:pPr>
            <w:r w:rsidRPr="009E6B0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 xml:space="preserve">UCC IA/DA </w:t>
            </w:r>
            <w:proofErr w:type="spellStart"/>
            <w:r w:rsidRPr="009E6B0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>Annex</w:t>
            </w:r>
            <w:proofErr w:type="spellEnd"/>
            <w:r w:rsidRPr="009E6B0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 xml:space="preserve"> B: No.</w:t>
            </w:r>
          </w:p>
        </w:tc>
      </w:tr>
    </w:tbl>
    <w:p w14:paraId="4DDE84A7" w14:textId="77777777" w:rsidR="006C4A0C" w:rsidRPr="009E6B0B" w:rsidRDefault="006C4A0C" w:rsidP="00F42063">
      <w:pPr>
        <w:rPr>
          <w:rFonts w:asciiTheme="minorHAnsi" w:hAnsiTheme="minorHAnsi" w:cs="Arial"/>
          <w:b/>
          <w:sz w:val="28"/>
          <w:szCs w:val="28"/>
          <w:lang w:val="es-ES"/>
        </w:rPr>
      </w:pPr>
    </w:p>
    <w:p w14:paraId="2C02782D" w14:textId="1D5480D1" w:rsidR="00483E6C" w:rsidRPr="002311E4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2311E4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10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9"/>
        <w:gridCol w:w="8220"/>
      </w:tblGrid>
      <w:tr w:rsidR="00453686" w:rsidRPr="002311E4" w14:paraId="6DE0484A" w14:textId="77777777" w:rsidTr="00413D32">
        <w:trPr>
          <w:trHeight w:val="403"/>
        </w:trPr>
        <w:tc>
          <w:tcPr>
            <w:tcW w:w="1989" w:type="dxa"/>
          </w:tcPr>
          <w:p w14:paraId="5DF7622F" w14:textId="34BF71DE" w:rsidR="00453686" w:rsidRPr="002311E4" w:rsidRDefault="00453686" w:rsidP="00257AF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11E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11E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6B0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6B0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11E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2311E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NCTS-P6 DMP </w:t>
            </w:r>
            <w:r w:rsidR="00CB13D4" w:rsidRPr="002311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6.3.0-v1.00 </w:t>
            </w:r>
            <w:r w:rsidRPr="002311E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Package</w:t>
            </w:r>
          </w:p>
        </w:tc>
        <w:tc>
          <w:tcPr>
            <w:tcW w:w="8220" w:type="dxa"/>
          </w:tcPr>
          <w:p w14:paraId="21FA40BB" w14:textId="77777777" w:rsidR="00453686" w:rsidRPr="002311E4" w:rsidRDefault="00453686" w:rsidP="00453686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2311E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11E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6B0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6B0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11E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2311E4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Pr="002311E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11E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6B0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6B0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11E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2311E4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Pr="002311E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11E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6B0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6B0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11E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2311E4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2311E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11E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6B0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6B0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11E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2311E4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2311E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11E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6B0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6B0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11E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2311E4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8920986" w14:textId="77777777" w:rsidR="00453686" w:rsidRPr="002311E4" w:rsidRDefault="00453686" w:rsidP="00453686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2311E4"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7251" w:type="dxa"/>
              <w:tblLook w:val="04A0" w:firstRow="1" w:lastRow="0" w:firstColumn="1" w:lastColumn="0" w:noHBand="0" w:noVBand="1"/>
            </w:tblPr>
            <w:tblGrid>
              <w:gridCol w:w="7251"/>
            </w:tblGrid>
            <w:tr w:rsidR="00453686" w:rsidRPr="002311E4" w14:paraId="1E837E40" w14:textId="77777777" w:rsidTr="00BC437A">
              <w:tc>
                <w:tcPr>
                  <w:tcW w:w="7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840703" w14:textId="2B45B895" w:rsidR="00453686" w:rsidRPr="002311E4" w:rsidRDefault="00497AEE" w:rsidP="00453686">
                  <w:pPr>
                    <w:rPr>
                      <w:sz w:val="22"/>
                      <w:szCs w:val="22"/>
                    </w:rPr>
                  </w:pPr>
                  <w:r w:rsidRPr="002311E4">
                    <w:rPr>
                      <w:rFonts w:ascii="Calibri" w:eastAsia="Calibri" w:hAnsi="Calibri" w:cs="Calibri"/>
                      <w:b/>
                      <w:bCs/>
                      <w:sz w:val="22"/>
                      <w:szCs w:val="22"/>
                    </w:rPr>
                    <w:t>As described in section 3</w:t>
                  </w:r>
                  <w:r w:rsidR="00453686" w:rsidRPr="002311E4"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>.</w:t>
                  </w:r>
                  <w:r w:rsidR="00453686" w:rsidRPr="002311E4">
                    <w:rPr>
                      <w:sz w:val="22"/>
                      <w:szCs w:val="22"/>
                    </w:rPr>
                    <w:t xml:space="preserve"> </w:t>
                  </w:r>
                </w:p>
                <w:p w14:paraId="250DD3CF" w14:textId="77777777" w:rsidR="00453686" w:rsidRPr="002311E4" w:rsidRDefault="00453686" w:rsidP="00453686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767E7F23" w14:textId="77777777" w:rsidR="00453686" w:rsidRPr="002311E4" w:rsidRDefault="00453686" w:rsidP="00257AF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01D8B9DC" w14:textId="77777777" w:rsidR="00282BA6" w:rsidRPr="002311E4" w:rsidRDefault="00282BA6" w:rsidP="008E5D8A">
      <w:pPr>
        <w:rPr>
          <w:rFonts w:asciiTheme="minorHAnsi" w:hAnsiTheme="minorHAnsi" w:cs="Arial"/>
          <w:b/>
          <w:sz w:val="28"/>
          <w:szCs w:val="28"/>
        </w:rPr>
      </w:pPr>
    </w:p>
    <w:p w14:paraId="1FFC4B49" w14:textId="77777777" w:rsidR="00B76926" w:rsidRPr="002311E4" w:rsidRDefault="00B76926" w:rsidP="008E5D8A">
      <w:pPr>
        <w:rPr>
          <w:rFonts w:asciiTheme="minorHAnsi" w:hAnsiTheme="minorHAnsi" w:cs="Arial"/>
          <w:b/>
          <w:sz w:val="28"/>
          <w:szCs w:val="28"/>
        </w:rPr>
      </w:pPr>
    </w:p>
    <w:p w14:paraId="4D230345" w14:textId="77777777" w:rsidR="00B76926" w:rsidRPr="002311E4" w:rsidRDefault="00B76926" w:rsidP="008E5D8A">
      <w:pPr>
        <w:rPr>
          <w:rFonts w:asciiTheme="minorHAnsi" w:hAnsiTheme="minorHAnsi" w:cs="Arial"/>
          <w:b/>
          <w:sz w:val="28"/>
          <w:szCs w:val="28"/>
        </w:rPr>
      </w:pPr>
    </w:p>
    <w:p w14:paraId="4422872C" w14:textId="725ED7B4" w:rsidR="008E5D8A" w:rsidRPr="002311E4" w:rsidRDefault="00D56CA0" w:rsidP="008E5D8A">
      <w:pPr>
        <w:rPr>
          <w:rFonts w:asciiTheme="minorHAnsi" w:hAnsiTheme="minorHAnsi" w:cs="Arial"/>
          <w:b/>
          <w:sz w:val="28"/>
          <w:szCs w:val="28"/>
        </w:rPr>
      </w:pPr>
      <w:r w:rsidRPr="002311E4">
        <w:rPr>
          <w:rFonts w:asciiTheme="minorHAnsi" w:hAnsiTheme="minorHAnsi" w:cs="Arial"/>
          <w:b/>
          <w:sz w:val="28"/>
          <w:szCs w:val="28"/>
        </w:rPr>
        <w:t>Estimated impact on National Project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F54E95" w:rsidRPr="002311E4" w14:paraId="3707D51D" w14:textId="77777777" w:rsidTr="00F54E95">
        <w:trPr>
          <w:trHeight w:val="1664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540CA" w14:textId="057848DA" w:rsidR="00F54E95" w:rsidRPr="002311E4" w:rsidRDefault="00731957">
            <w:pPr>
              <w:spacing w:before="120"/>
              <w:rPr>
                <w:rFonts w:asciiTheme="minorHAnsi" w:hAnsiTheme="minorHAnsi" w:cstheme="minorHAnsi"/>
                <w:sz w:val="22"/>
                <w:szCs w:val="22"/>
                <w:lang w:eastAsia="en-GB"/>
              </w:rPr>
            </w:pPr>
            <w:r w:rsidRPr="002311E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ImpSMART"/>
            <w:r w:rsidRPr="002311E4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9E6B0B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9E6B0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2311E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4"/>
            <w:r w:rsidR="007D227C" w:rsidRPr="002311E4">
              <w:rPr>
                <w:rFonts w:asciiTheme="minorHAnsi" w:hAnsiTheme="minorHAnsi" w:cstheme="minorHAnsi"/>
                <w:sz w:val="22"/>
                <w:szCs w:val="22"/>
              </w:rPr>
              <w:t xml:space="preserve">None   </w:t>
            </w:r>
            <w:r w:rsidR="00F54E95" w:rsidRPr="002311E4"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4E95" w:rsidRPr="002311E4"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  <w:instrText xml:space="preserve"> FORMCHECKBOX </w:instrText>
            </w:r>
            <w:r w:rsidR="009E6B0B"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</w:r>
            <w:r w:rsidR="009E6B0B"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  <w:fldChar w:fldCharType="separate"/>
            </w:r>
            <w:r w:rsidR="00F54E95" w:rsidRPr="002311E4"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  <w:fldChar w:fldCharType="end"/>
            </w:r>
            <w:r w:rsidR="00F54E95" w:rsidRPr="002311E4"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  <w:t xml:space="preserve"> </w:t>
            </w:r>
            <w:r w:rsidR="00F54E95" w:rsidRPr="002311E4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Cosmetic   </w:t>
            </w:r>
            <w:r w:rsidRPr="002311E4"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11E4"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  <w:instrText xml:space="preserve"> FORMCHECKBOX </w:instrText>
            </w:r>
            <w:r w:rsidR="009E6B0B"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</w:r>
            <w:r w:rsidR="009E6B0B"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  <w:fldChar w:fldCharType="separate"/>
            </w:r>
            <w:r w:rsidRPr="002311E4"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  <w:fldChar w:fldCharType="end"/>
            </w:r>
            <w:r w:rsidR="00F54E95" w:rsidRPr="002311E4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Low    </w:t>
            </w:r>
            <w:r w:rsidR="00F54E95" w:rsidRPr="002311E4"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4E95" w:rsidRPr="002311E4"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  <w:instrText xml:space="preserve"> FORMCHECKBOX </w:instrText>
            </w:r>
            <w:r w:rsidR="009E6B0B"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</w:r>
            <w:r w:rsidR="009E6B0B"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  <w:fldChar w:fldCharType="separate"/>
            </w:r>
            <w:r w:rsidR="00F54E95" w:rsidRPr="002311E4"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  <w:fldChar w:fldCharType="end"/>
            </w:r>
            <w:r w:rsidR="00F54E95" w:rsidRPr="002311E4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Medium    </w:t>
            </w:r>
            <w:r w:rsidR="00F54E95" w:rsidRPr="002311E4"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4E95" w:rsidRPr="002311E4"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  <w:instrText xml:space="preserve"> FORMCHECKBOX </w:instrText>
            </w:r>
            <w:r w:rsidR="009E6B0B"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</w:r>
            <w:r w:rsidR="009E6B0B"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  <w:fldChar w:fldCharType="separate"/>
            </w:r>
            <w:r w:rsidR="00F54E95" w:rsidRPr="002311E4"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  <w:fldChar w:fldCharType="end"/>
            </w:r>
            <w:r w:rsidR="00F54E95" w:rsidRPr="002311E4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High    </w:t>
            </w:r>
            <w:r w:rsidR="00F54E95" w:rsidRPr="002311E4"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4E95" w:rsidRPr="002311E4"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  <w:instrText xml:space="preserve"> FORMCHECKBOX </w:instrText>
            </w:r>
            <w:r w:rsidR="009E6B0B"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</w:r>
            <w:r w:rsidR="009E6B0B"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  <w:fldChar w:fldCharType="separate"/>
            </w:r>
            <w:r w:rsidR="00F54E95" w:rsidRPr="002311E4"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  <w:fldChar w:fldCharType="end"/>
            </w:r>
            <w:r w:rsidR="00F54E95" w:rsidRPr="002311E4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Very High</w:t>
            </w:r>
          </w:p>
          <w:p w14:paraId="04D3418E" w14:textId="77777777" w:rsidR="00F54E95" w:rsidRPr="002311E4" w:rsidRDefault="00F54E95">
            <w:pPr>
              <w:spacing w:before="120"/>
              <w:rPr>
                <w:rFonts w:asciiTheme="minorHAnsi" w:hAnsiTheme="minorHAnsi" w:cstheme="minorHAnsi"/>
                <w:sz w:val="22"/>
                <w:szCs w:val="22"/>
                <w:lang w:eastAsia="en-GB"/>
              </w:rPr>
            </w:pPr>
            <w:r w:rsidRPr="002311E4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Short description</w:t>
            </w:r>
          </w:p>
          <w:tbl>
            <w:tblPr>
              <w:tblStyle w:val="TableGrid"/>
              <w:tblW w:w="9380" w:type="dxa"/>
              <w:tblLook w:val="04A0" w:firstRow="1" w:lastRow="0" w:firstColumn="1" w:lastColumn="0" w:noHBand="0" w:noVBand="1"/>
            </w:tblPr>
            <w:tblGrid>
              <w:gridCol w:w="9380"/>
            </w:tblGrid>
            <w:tr w:rsidR="00F54E95" w:rsidRPr="002311E4" w14:paraId="40B298ED" w14:textId="77777777">
              <w:trPr>
                <w:trHeight w:val="701"/>
              </w:trPr>
              <w:tc>
                <w:tcPr>
                  <w:tcW w:w="9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869298" w14:textId="44DB9DF6" w:rsidR="00F54E95" w:rsidRPr="002311E4" w:rsidRDefault="00731957">
                  <w:pPr>
                    <w:rPr>
                      <w:rFonts w:asciiTheme="minorHAnsi" w:hAnsiTheme="minorHAnsi" w:cstheme="minorHAnsi"/>
                      <w:sz w:val="22"/>
                      <w:szCs w:val="22"/>
                      <w:lang w:eastAsia="en-GB"/>
                    </w:rPr>
                  </w:pPr>
                  <w:r w:rsidRPr="002311E4">
                    <w:rPr>
                      <w:rStyle w:val="normaltextrun"/>
                      <w:rFonts w:ascii="Calibri" w:hAnsi="Calibri" w:cs="Calibri"/>
                      <w:color w:val="000000"/>
                      <w:shd w:val="clear" w:color="auto" w:fill="FFFFFF"/>
                    </w:rPr>
                    <w:t>N/A</w:t>
                  </w:r>
                </w:p>
              </w:tc>
            </w:tr>
          </w:tbl>
          <w:p w14:paraId="1EA18F6C" w14:textId="77777777" w:rsidR="00F54E95" w:rsidRPr="002311E4" w:rsidRDefault="00F54E95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</w:pPr>
          </w:p>
        </w:tc>
      </w:tr>
    </w:tbl>
    <w:p w14:paraId="289399B6" w14:textId="77777777" w:rsidR="00F54E95" w:rsidRPr="002311E4" w:rsidRDefault="00F54E95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8B2211" w:rsidRPr="002311E4" w14:paraId="411E99B1" w14:textId="77777777" w:rsidTr="00EF41F1">
        <w:tc>
          <w:tcPr>
            <w:tcW w:w="9605" w:type="dxa"/>
            <w:gridSpan w:val="4"/>
            <w:shd w:val="clear" w:color="auto" w:fill="D9D9D9" w:themeFill="background1" w:themeFillShade="D9"/>
          </w:tcPr>
          <w:p w14:paraId="70A6913C" w14:textId="42A9E464" w:rsidR="008B2211" w:rsidRPr="002311E4" w:rsidRDefault="008B2211" w:rsidP="0008661E">
            <w:pPr>
              <w:rPr>
                <w:rFonts w:asciiTheme="minorHAnsi" w:hAnsiTheme="minorHAnsi" w:cs="Arial"/>
                <w:b/>
                <w:bCs/>
              </w:rPr>
            </w:pPr>
            <w:r w:rsidRPr="002311E4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8E5D8A" w:rsidRPr="002311E4" w14:paraId="120DE49F" w14:textId="77777777" w:rsidTr="09748007">
        <w:trPr>
          <w:trHeight w:val="284"/>
        </w:trPr>
        <w:tc>
          <w:tcPr>
            <w:tcW w:w="1049" w:type="dxa"/>
          </w:tcPr>
          <w:p w14:paraId="4DFAEE8C" w14:textId="77777777" w:rsidR="008E5D8A" w:rsidRPr="002311E4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11E4">
              <w:rPr>
                <w:rFonts w:asciiTheme="minorHAnsi" w:hAnsiTheme="minorHAnsi" w:cs="Arial"/>
                <w:b/>
                <w:sz w:val="22"/>
                <w:szCs w:val="22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2311E4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11E4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088233C4" w14:textId="77777777" w:rsidR="008E5D8A" w:rsidRPr="002311E4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11E4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06089377" w14:textId="77777777" w:rsidR="008E5D8A" w:rsidRPr="002311E4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2311E4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D2235D" w:rsidRPr="002311E4" w14:paraId="5E58F9DF" w14:textId="77777777" w:rsidTr="09748007">
        <w:trPr>
          <w:trHeight w:val="284"/>
        </w:trPr>
        <w:tc>
          <w:tcPr>
            <w:tcW w:w="1049" w:type="dxa"/>
          </w:tcPr>
          <w:p w14:paraId="485B9278" w14:textId="65EFDF91" w:rsidR="00D2235D" w:rsidRPr="002311E4" w:rsidRDefault="00D2235D" w:rsidP="00D2235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2311E4">
              <w:rPr>
                <w:rFonts w:asciiTheme="minorHAnsi" w:hAnsiTheme="minorHAnsi" w:cstheme="minorHAnsi"/>
                <w:sz w:val="22"/>
                <w:szCs w:val="22"/>
              </w:rPr>
              <w:t>v0.10</w:t>
            </w:r>
          </w:p>
        </w:tc>
        <w:tc>
          <w:tcPr>
            <w:tcW w:w="2122" w:type="dxa"/>
          </w:tcPr>
          <w:p w14:paraId="7C0EEEB7" w14:textId="6ED2E52C" w:rsidR="00D2235D" w:rsidRPr="002311E4" w:rsidRDefault="00D2235D" w:rsidP="00D2235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2311E4">
              <w:rPr>
                <w:rFonts w:asciiTheme="minorHAnsi" w:hAnsiTheme="minorHAnsi" w:cstheme="minorHAnsi"/>
                <w:sz w:val="22"/>
                <w:szCs w:val="22"/>
              </w:rPr>
              <w:t>SfR to DG TAXUD</w:t>
            </w:r>
            <w:r w:rsidR="00A65286" w:rsidRPr="002311E4">
              <w:rPr>
                <w:rFonts w:asciiTheme="minorHAnsi" w:hAnsiTheme="minorHAnsi" w:cstheme="minorHAnsi"/>
                <w:sz w:val="22"/>
                <w:szCs w:val="22"/>
              </w:rPr>
              <w:t xml:space="preserve"> IT</w:t>
            </w:r>
          </w:p>
        </w:tc>
        <w:tc>
          <w:tcPr>
            <w:tcW w:w="1678" w:type="dxa"/>
          </w:tcPr>
          <w:p w14:paraId="63E8DC9D" w14:textId="170F9E27" w:rsidR="00D2235D" w:rsidRPr="002311E4" w:rsidRDefault="003D6452" w:rsidP="00D2235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2311E4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  <w:r w:rsidR="00D2235D" w:rsidRPr="002311E4">
              <w:rPr>
                <w:rFonts w:asciiTheme="minorHAnsi" w:hAnsiTheme="minorHAnsi" w:cstheme="minorHAnsi"/>
                <w:sz w:val="22"/>
                <w:szCs w:val="22"/>
              </w:rPr>
              <w:t>/0</w:t>
            </w:r>
            <w:r w:rsidR="000B3AE2" w:rsidRPr="002311E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D2235D" w:rsidRPr="002311E4">
              <w:rPr>
                <w:rFonts w:asciiTheme="minorHAnsi" w:hAnsiTheme="minorHAnsi" w:cstheme="minorHAnsi"/>
                <w:sz w:val="22"/>
                <w:szCs w:val="22"/>
              </w:rPr>
              <w:t>/2024</w:t>
            </w:r>
          </w:p>
        </w:tc>
        <w:tc>
          <w:tcPr>
            <w:tcW w:w="4756" w:type="dxa"/>
          </w:tcPr>
          <w:p w14:paraId="77644FDE" w14:textId="58925EE6" w:rsidR="00D2235D" w:rsidRPr="002311E4" w:rsidRDefault="00D2235D" w:rsidP="00D2235D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2311E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SfR submission. </w:t>
            </w:r>
          </w:p>
        </w:tc>
      </w:tr>
      <w:tr w:rsidR="00850B57" w:rsidRPr="002311E4" w14:paraId="26ED6E3E" w14:textId="77777777" w:rsidTr="09748007">
        <w:trPr>
          <w:trHeight w:val="284"/>
        </w:trPr>
        <w:tc>
          <w:tcPr>
            <w:tcW w:w="1049" w:type="dxa"/>
          </w:tcPr>
          <w:p w14:paraId="57E2EA11" w14:textId="3580A2BB" w:rsidR="00850B57" w:rsidRPr="002311E4" w:rsidRDefault="00850B57" w:rsidP="00850B57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2311E4">
              <w:rPr>
                <w:rFonts w:asciiTheme="minorHAnsi" w:hAnsiTheme="minorHAnsi" w:cstheme="minorHAnsi"/>
                <w:sz w:val="22"/>
                <w:szCs w:val="22"/>
              </w:rPr>
              <w:t>v1.00</w:t>
            </w:r>
          </w:p>
        </w:tc>
        <w:tc>
          <w:tcPr>
            <w:tcW w:w="2122" w:type="dxa"/>
          </w:tcPr>
          <w:p w14:paraId="373A71D5" w14:textId="4244CBBE" w:rsidR="00850B57" w:rsidRPr="002311E4" w:rsidRDefault="00850B57" w:rsidP="00850B57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2311E4">
              <w:rPr>
                <w:rFonts w:asciiTheme="minorHAnsi" w:hAnsiTheme="minorHAnsi" w:cstheme="minorHAnsi"/>
                <w:sz w:val="22"/>
                <w:szCs w:val="22"/>
              </w:rPr>
              <w:t>SfA to DG TAXUD IT</w:t>
            </w:r>
          </w:p>
        </w:tc>
        <w:tc>
          <w:tcPr>
            <w:tcW w:w="1678" w:type="dxa"/>
          </w:tcPr>
          <w:p w14:paraId="582DC22F" w14:textId="6C1CF457" w:rsidR="00850B57" w:rsidRPr="002311E4" w:rsidRDefault="00850B57" w:rsidP="00850B57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2311E4">
              <w:rPr>
                <w:rFonts w:asciiTheme="minorHAnsi" w:hAnsiTheme="minorHAnsi" w:cstheme="minorHAnsi"/>
                <w:sz w:val="22"/>
                <w:szCs w:val="22"/>
              </w:rPr>
              <w:t>15/07/2024</w:t>
            </w:r>
          </w:p>
        </w:tc>
        <w:tc>
          <w:tcPr>
            <w:tcW w:w="4756" w:type="dxa"/>
          </w:tcPr>
          <w:p w14:paraId="6E7F5BB0" w14:textId="00A4DFA2" w:rsidR="00850B57" w:rsidRPr="002311E4" w:rsidRDefault="00850B57" w:rsidP="00850B57">
            <w:pPr>
              <w:spacing w:before="6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311E4">
              <w:rPr>
                <w:rFonts w:asciiTheme="minorHAnsi" w:hAnsiTheme="minorHAnsi" w:cs="Arial"/>
                <w:i/>
                <w:sz w:val="22"/>
                <w:szCs w:val="22"/>
              </w:rPr>
              <w:t>Final Version implementing DG TAXUD’s comments</w:t>
            </w:r>
          </w:p>
        </w:tc>
      </w:tr>
      <w:tr w:rsidR="009E6B0B" w:rsidRPr="002311E4" w14:paraId="6B96AC16" w14:textId="77777777" w:rsidTr="09748007">
        <w:trPr>
          <w:trHeight w:val="284"/>
        </w:trPr>
        <w:tc>
          <w:tcPr>
            <w:tcW w:w="1049" w:type="dxa"/>
          </w:tcPr>
          <w:p w14:paraId="0EB9143F" w14:textId="73ACC70A" w:rsidR="009E6B0B" w:rsidRPr="002311E4" w:rsidRDefault="009E6B0B" w:rsidP="009E6B0B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1</w:t>
            </w:r>
          </w:p>
        </w:tc>
        <w:tc>
          <w:tcPr>
            <w:tcW w:w="2122" w:type="dxa"/>
          </w:tcPr>
          <w:p w14:paraId="6D4A6DD4" w14:textId="3B87553C" w:rsidR="009E6B0B" w:rsidRPr="002311E4" w:rsidRDefault="009E6B0B" w:rsidP="009E6B0B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SfA-NPM_IMPL</w:t>
            </w:r>
          </w:p>
        </w:tc>
        <w:tc>
          <w:tcPr>
            <w:tcW w:w="1678" w:type="dxa"/>
          </w:tcPr>
          <w:p w14:paraId="5B646004" w14:textId="51DDA9F3" w:rsidR="009E6B0B" w:rsidRPr="002311E4" w:rsidRDefault="009E6B0B" w:rsidP="009E6B0B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18/12/2024</w:t>
            </w:r>
          </w:p>
        </w:tc>
        <w:tc>
          <w:tcPr>
            <w:tcW w:w="4756" w:type="dxa"/>
          </w:tcPr>
          <w:p w14:paraId="34C458FD" w14:textId="3FCDB03C" w:rsidR="009E6B0B" w:rsidRPr="002311E4" w:rsidRDefault="009E6B0B" w:rsidP="009E6B0B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Watermark and Document history (status) updated for info _ Part of RFC-List.42 _ Included in DDNTA-6.4.0-v2.00.</w:t>
            </w:r>
          </w:p>
        </w:tc>
      </w:tr>
    </w:tbl>
    <w:p w14:paraId="5EFC6A36" w14:textId="77777777" w:rsidR="008E5D8A" w:rsidRPr="002311E4" w:rsidRDefault="008E5D8A" w:rsidP="008E5D8A">
      <w:pPr>
        <w:rPr>
          <w:rFonts w:asciiTheme="minorHAnsi" w:hAnsiTheme="minorHAnsi" w:cs="Calibri"/>
        </w:rPr>
      </w:pPr>
    </w:p>
    <w:sectPr w:rsidR="008E5D8A" w:rsidRPr="002311E4" w:rsidSect="003E0CF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DB637F" w:rsidRDefault="00DB637F" w:rsidP="004D5D73">
      <w:r>
        <w:separator/>
      </w:r>
    </w:p>
  </w:endnote>
  <w:endnote w:type="continuationSeparator" w:id="0">
    <w:p w14:paraId="5018236F" w14:textId="77777777" w:rsidR="00DB637F" w:rsidRDefault="00DB637F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96A16" w14:textId="77777777" w:rsidR="009E6B0B" w:rsidRDefault="009E6B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693"/>
      <w:gridCol w:w="1461"/>
    </w:tblGrid>
    <w:tr w:rsidR="00DB637F" w:rsidRPr="00C80B22" w14:paraId="0253C7CC" w14:textId="77777777" w:rsidTr="00C80B22">
      <w:tc>
        <w:tcPr>
          <w:tcW w:w="8188" w:type="dxa"/>
        </w:tcPr>
        <w:p w14:paraId="725FBF4A" w14:textId="0F7A7090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9E6B0B">
            <w:rPr>
              <w:rFonts w:ascii="Arial" w:hAnsi="Arial" w:cs="Arial"/>
              <w:noProof/>
              <w:sz w:val="18"/>
              <w:szCs w:val="22"/>
              <w:lang w:eastAsia="en-US"/>
            </w:rPr>
            <w:t>RFC_NCTS-P6_</w:t>
          </w:r>
          <w:r w:rsidR="009E6B0B" w:rsidRPr="009E6B0B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0276-IAR-UCCNCTSP6-143</w:t>
          </w:r>
          <w:r w:rsidR="009E6B0B">
            <w:rPr>
              <w:rFonts w:ascii="Arial" w:hAnsi="Arial" w:cs="Arial"/>
              <w:noProof/>
              <w:sz w:val="18"/>
              <w:szCs w:val="22"/>
              <w:lang w:eastAsia="en-US"/>
            </w:rPr>
            <w:t>(</w:t>
          </w:r>
          <w:r w:rsidR="009E6B0B" w:rsidRPr="009E6B0B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SfA-NPM+IMPL</w:t>
          </w:r>
          <w:r w:rsidR="009E6B0B">
            <w:rPr>
              <w:rFonts w:ascii="Arial" w:hAnsi="Arial" w:cs="Arial"/>
              <w:noProof/>
              <w:sz w:val="18"/>
              <w:szCs w:val="22"/>
              <w:lang w:eastAsia="en-US"/>
            </w:rPr>
            <w:t>)-v1.01.docx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5" w:name="_Ref175030069"/>
          <w:bookmarkStart w:id="6" w:name="_Toc176256264"/>
          <w:bookmarkStart w:id="7" w:name="_Toc268771938"/>
          <w:bookmarkStart w:id="8" w:name="_Ref175030083"/>
        </w:p>
      </w:tc>
    </w:tr>
  </w:tbl>
  <w:bookmarkEnd w:id="5"/>
  <w:bookmarkEnd w:id="6"/>
  <w:bookmarkEnd w:id="7"/>
  <w:bookmarkEnd w:id="8"/>
  <w:p w14:paraId="6324965A" w14:textId="15D2679C" w:rsidR="00DB637F" w:rsidRPr="00C80B22" w:rsidRDefault="005D37DC" w:rsidP="005D37DC">
    <w:pPr>
      <w:pStyle w:val="Footer"/>
      <w:tabs>
        <w:tab w:val="clear" w:pos="4844"/>
        <w:tab w:val="clear" w:pos="9689"/>
        <w:tab w:val="left" w:pos="5921"/>
      </w:tabs>
      <w:rPr>
        <w:lang w:val="fr-BE"/>
      </w:rPr>
    </w:pPr>
    <w:r>
      <w:rPr>
        <w:lang w:val="fr-B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B637F" w:rsidRPr="00C80B22" w14:paraId="2DED1938" w14:textId="77777777" w:rsidTr="00983563">
      <w:tc>
        <w:tcPr>
          <w:tcW w:w="7899" w:type="dxa"/>
        </w:tcPr>
        <w:p w14:paraId="71EC7701" w14:textId="75B96F30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RFC_NCTS_0136_CUSTDEV3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IAR-RTC56118-v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0.1</w:t>
          </w:r>
          <w:r w:rsidR="005024F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2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DB637F" w:rsidRPr="00C80B22" w:rsidRDefault="00DB637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DB637F" w:rsidRDefault="00DB637F" w:rsidP="004D5D73">
      <w:r>
        <w:separator/>
      </w:r>
    </w:p>
  </w:footnote>
  <w:footnote w:type="continuationSeparator" w:id="0">
    <w:p w14:paraId="357990E5" w14:textId="77777777" w:rsidR="00DB637F" w:rsidRDefault="00DB637F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940D9" w14:textId="077E1127" w:rsidR="00FE7E64" w:rsidRDefault="009E6B0B">
    <w:pPr>
      <w:pStyle w:val="Header"/>
    </w:pPr>
    <w:r>
      <w:rPr>
        <w:noProof/>
      </w:rPr>
      <w:pict w14:anchorId="633BC83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1826922" o:spid="_x0000_s422914" type="#_x0000_t136" style="position:absolute;margin-left:0;margin-top:0;width:10in;height:84pt;rotation:315;z-index:-251655168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60D09283" w:rsidR="00DB637F" w:rsidRDefault="009E6B0B" w:rsidP="00C80B22">
    <w:pPr>
      <w:pStyle w:val="Header"/>
      <w:jc w:val="both"/>
    </w:pPr>
    <w:r>
      <w:rPr>
        <w:noProof/>
      </w:rPr>
      <w:pict w14:anchorId="750BCD5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1826923" o:spid="_x0000_s422915" type="#_x0000_t136" style="position:absolute;left:0;text-align:left;margin-left:0;margin-top:0;width:10in;height:84pt;rotation:315;z-index:-251653120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  <w:r w:rsidR="00DB637F">
      <w:rPr>
        <w:noProof/>
        <w:lang w:val="en-US"/>
      </w:rPr>
      <w:tab/>
    </w:r>
    <w:r w:rsidR="00DB637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246F6811" w:rsidR="00DB637F" w:rsidRPr="00C80B22" w:rsidRDefault="009E6B0B" w:rsidP="00871EB2">
    <w:pPr>
      <w:pStyle w:val="Header"/>
    </w:pPr>
    <w:r>
      <w:rPr>
        <w:noProof/>
      </w:rPr>
      <w:pict w14:anchorId="72E05D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1826921" o:spid="_x0000_s422913" type="#_x0000_t136" style="position:absolute;margin-left:0;margin-top:0;width:10in;height:84pt;rotation:315;z-index:-251657216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  <w:r w:rsidR="00DB637F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28B9"/>
    <w:multiLevelType w:val="hybridMultilevel"/>
    <w:tmpl w:val="869A55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F795B"/>
    <w:multiLevelType w:val="hybridMultilevel"/>
    <w:tmpl w:val="E05CB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43D7A"/>
    <w:multiLevelType w:val="hybridMultilevel"/>
    <w:tmpl w:val="80F003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753F50"/>
    <w:multiLevelType w:val="multilevel"/>
    <w:tmpl w:val="33AEF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68E0B36"/>
    <w:multiLevelType w:val="hybridMultilevel"/>
    <w:tmpl w:val="84F2B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EE5691"/>
    <w:multiLevelType w:val="hybridMultilevel"/>
    <w:tmpl w:val="D72C4170"/>
    <w:lvl w:ilvl="0" w:tplc="3C4EDF9A">
      <w:numFmt w:val="bullet"/>
      <w:lvlText w:val="-"/>
      <w:lvlJc w:val="left"/>
      <w:pPr>
        <w:ind w:left="456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6" w15:restartNumberingAfterBreak="0">
    <w:nsid w:val="23C90868"/>
    <w:multiLevelType w:val="hybridMultilevel"/>
    <w:tmpl w:val="C6DEB3DA"/>
    <w:lvl w:ilvl="0" w:tplc="5F747122"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7" w15:restartNumberingAfterBreak="0">
    <w:nsid w:val="247A0ABF"/>
    <w:multiLevelType w:val="hybridMultilevel"/>
    <w:tmpl w:val="F8B003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B135A"/>
    <w:multiLevelType w:val="hybridMultilevel"/>
    <w:tmpl w:val="1D28CA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06399"/>
    <w:multiLevelType w:val="multilevel"/>
    <w:tmpl w:val="76341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A9330D"/>
    <w:multiLevelType w:val="hybridMultilevel"/>
    <w:tmpl w:val="33768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C5CDE"/>
    <w:multiLevelType w:val="multilevel"/>
    <w:tmpl w:val="E56AB2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8FA36A9"/>
    <w:multiLevelType w:val="multilevel"/>
    <w:tmpl w:val="1F1AA0F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FB44928"/>
    <w:multiLevelType w:val="hybridMultilevel"/>
    <w:tmpl w:val="E7DEBC52"/>
    <w:lvl w:ilvl="0" w:tplc="0C464BC8">
      <w:start w:val="1"/>
      <w:numFmt w:val="bullet"/>
      <w:pStyle w:val="Link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1D7400"/>
    <w:multiLevelType w:val="hybridMultilevel"/>
    <w:tmpl w:val="73B681E2"/>
    <w:lvl w:ilvl="0" w:tplc="A93046FA"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5" w15:restartNumberingAfterBreak="0">
    <w:nsid w:val="797978AF"/>
    <w:multiLevelType w:val="hybridMultilevel"/>
    <w:tmpl w:val="5EA696DA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A5D217B"/>
    <w:multiLevelType w:val="hybridMultilevel"/>
    <w:tmpl w:val="2C90E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5690753">
    <w:abstractNumId w:val="4"/>
  </w:num>
  <w:num w:numId="2" w16cid:durableId="1485926213">
    <w:abstractNumId w:val="16"/>
  </w:num>
  <w:num w:numId="3" w16cid:durableId="1232496099">
    <w:abstractNumId w:val="12"/>
  </w:num>
  <w:num w:numId="4" w16cid:durableId="1555196521">
    <w:abstractNumId w:val="2"/>
  </w:num>
  <w:num w:numId="5" w16cid:durableId="962148458">
    <w:abstractNumId w:val="15"/>
  </w:num>
  <w:num w:numId="6" w16cid:durableId="1570262671">
    <w:abstractNumId w:val="10"/>
  </w:num>
  <w:num w:numId="7" w16cid:durableId="1067728689">
    <w:abstractNumId w:val="11"/>
  </w:num>
  <w:num w:numId="8" w16cid:durableId="1281378406">
    <w:abstractNumId w:val="13"/>
  </w:num>
  <w:num w:numId="9" w16cid:durableId="1823304577">
    <w:abstractNumId w:val="3"/>
  </w:num>
  <w:num w:numId="10" w16cid:durableId="777137474">
    <w:abstractNumId w:val="9"/>
  </w:num>
  <w:num w:numId="11" w16cid:durableId="1888758227">
    <w:abstractNumId w:val="0"/>
  </w:num>
  <w:num w:numId="12" w16cid:durableId="1262108727">
    <w:abstractNumId w:val="8"/>
  </w:num>
  <w:num w:numId="13" w16cid:durableId="495460718">
    <w:abstractNumId w:val="14"/>
  </w:num>
  <w:num w:numId="14" w16cid:durableId="1507747698">
    <w:abstractNumId w:val="5"/>
  </w:num>
  <w:num w:numId="15" w16cid:durableId="187839439">
    <w:abstractNumId w:val="6"/>
  </w:num>
  <w:num w:numId="16" w16cid:durableId="950749781">
    <w:abstractNumId w:val="17"/>
  </w:num>
  <w:num w:numId="17" w16cid:durableId="2079401488">
    <w:abstractNumId w:val="1"/>
  </w:num>
  <w:num w:numId="18" w16cid:durableId="1225531594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422916"/>
    <o:shapelayout v:ext="edit">
      <o:idmap v:ext="edit" data="41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085C"/>
    <w:rsid w:val="000010A6"/>
    <w:rsid w:val="000034AE"/>
    <w:rsid w:val="00003945"/>
    <w:rsid w:val="00004B19"/>
    <w:rsid w:val="00004E4A"/>
    <w:rsid w:val="00005180"/>
    <w:rsid w:val="00005DF0"/>
    <w:rsid w:val="000108AF"/>
    <w:rsid w:val="00011C85"/>
    <w:rsid w:val="000133C5"/>
    <w:rsid w:val="00014350"/>
    <w:rsid w:val="00014658"/>
    <w:rsid w:val="00015C08"/>
    <w:rsid w:val="00016623"/>
    <w:rsid w:val="00017783"/>
    <w:rsid w:val="000214B7"/>
    <w:rsid w:val="00023EB0"/>
    <w:rsid w:val="00026777"/>
    <w:rsid w:val="0003138E"/>
    <w:rsid w:val="000328CF"/>
    <w:rsid w:val="0003486D"/>
    <w:rsid w:val="00035641"/>
    <w:rsid w:val="00035A5A"/>
    <w:rsid w:val="0003657A"/>
    <w:rsid w:val="000405BA"/>
    <w:rsid w:val="00041C6D"/>
    <w:rsid w:val="000430CD"/>
    <w:rsid w:val="000433B1"/>
    <w:rsid w:val="00043692"/>
    <w:rsid w:val="00043784"/>
    <w:rsid w:val="000439C2"/>
    <w:rsid w:val="00043BD4"/>
    <w:rsid w:val="000440A7"/>
    <w:rsid w:val="000469A9"/>
    <w:rsid w:val="0004792F"/>
    <w:rsid w:val="00051389"/>
    <w:rsid w:val="0005157A"/>
    <w:rsid w:val="00051EC3"/>
    <w:rsid w:val="000525B1"/>
    <w:rsid w:val="00052E38"/>
    <w:rsid w:val="00054836"/>
    <w:rsid w:val="00054C83"/>
    <w:rsid w:val="00055B1D"/>
    <w:rsid w:val="00055FB4"/>
    <w:rsid w:val="0005674B"/>
    <w:rsid w:val="0005709F"/>
    <w:rsid w:val="00057E8A"/>
    <w:rsid w:val="00061A20"/>
    <w:rsid w:val="00061B7C"/>
    <w:rsid w:val="00061CA5"/>
    <w:rsid w:val="0006231B"/>
    <w:rsid w:val="00063288"/>
    <w:rsid w:val="00064B29"/>
    <w:rsid w:val="00064D4D"/>
    <w:rsid w:val="000655BA"/>
    <w:rsid w:val="00067545"/>
    <w:rsid w:val="00071450"/>
    <w:rsid w:val="000716C3"/>
    <w:rsid w:val="00071964"/>
    <w:rsid w:val="00071F03"/>
    <w:rsid w:val="00073076"/>
    <w:rsid w:val="000730C8"/>
    <w:rsid w:val="00073AFB"/>
    <w:rsid w:val="00073D90"/>
    <w:rsid w:val="00073ED5"/>
    <w:rsid w:val="00074158"/>
    <w:rsid w:val="00074B01"/>
    <w:rsid w:val="00076894"/>
    <w:rsid w:val="00080BC8"/>
    <w:rsid w:val="00080CD4"/>
    <w:rsid w:val="00083F19"/>
    <w:rsid w:val="000847F4"/>
    <w:rsid w:val="00085EDE"/>
    <w:rsid w:val="0008661E"/>
    <w:rsid w:val="0008725E"/>
    <w:rsid w:val="000900D6"/>
    <w:rsid w:val="00091D4F"/>
    <w:rsid w:val="0009263C"/>
    <w:rsid w:val="0009271D"/>
    <w:rsid w:val="0009367D"/>
    <w:rsid w:val="000946A7"/>
    <w:rsid w:val="0009726D"/>
    <w:rsid w:val="0009779D"/>
    <w:rsid w:val="000A189E"/>
    <w:rsid w:val="000A2577"/>
    <w:rsid w:val="000A33B2"/>
    <w:rsid w:val="000A443E"/>
    <w:rsid w:val="000A4BA4"/>
    <w:rsid w:val="000A4F68"/>
    <w:rsid w:val="000A79C2"/>
    <w:rsid w:val="000B0F4B"/>
    <w:rsid w:val="000B1D79"/>
    <w:rsid w:val="000B21FA"/>
    <w:rsid w:val="000B22A3"/>
    <w:rsid w:val="000B3056"/>
    <w:rsid w:val="000B3AE2"/>
    <w:rsid w:val="000B4054"/>
    <w:rsid w:val="000B43C2"/>
    <w:rsid w:val="000B594D"/>
    <w:rsid w:val="000B5B18"/>
    <w:rsid w:val="000B6770"/>
    <w:rsid w:val="000B6DC8"/>
    <w:rsid w:val="000B6E3A"/>
    <w:rsid w:val="000B7270"/>
    <w:rsid w:val="000B74FA"/>
    <w:rsid w:val="000B767D"/>
    <w:rsid w:val="000C0175"/>
    <w:rsid w:val="000C0CDF"/>
    <w:rsid w:val="000C157C"/>
    <w:rsid w:val="000C3217"/>
    <w:rsid w:val="000D140D"/>
    <w:rsid w:val="000D2B44"/>
    <w:rsid w:val="000D5453"/>
    <w:rsid w:val="000D6CCE"/>
    <w:rsid w:val="000D74F0"/>
    <w:rsid w:val="000D78E2"/>
    <w:rsid w:val="000D7BA8"/>
    <w:rsid w:val="000E0DA8"/>
    <w:rsid w:val="000E0EA7"/>
    <w:rsid w:val="000E220D"/>
    <w:rsid w:val="000E3EA2"/>
    <w:rsid w:val="000E44AA"/>
    <w:rsid w:val="000E7459"/>
    <w:rsid w:val="000F0304"/>
    <w:rsid w:val="000F1E27"/>
    <w:rsid w:val="000F2197"/>
    <w:rsid w:val="000F2673"/>
    <w:rsid w:val="000F5089"/>
    <w:rsid w:val="000F58D2"/>
    <w:rsid w:val="0010291D"/>
    <w:rsid w:val="0010293E"/>
    <w:rsid w:val="001056BE"/>
    <w:rsid w:val="0010717B"/>
    <w:rsid w:val="001076B7"/>
    <w:rsid w:val="001076E9"/>
    <w:rsid w:val="00107A4B"/>
    <w:rsid w:val="00107C65"/>
    <w:rsid w:val="00107E69"/>
    <w:rsid w:val="001108FD"/>
    <w:rsid w:val="0011094D"/>
    <w:rsid w:val="00110A99"/>
    <w:rsid w:val="001122D5"/>
    <w:rsid w:val="00115CB5"/>
    <w:rsid w:val="00116D54"/>
    <w:rsid w:val="0011712C"/>
    <w:rsid w:val="00117416"/>
    <w:rsid w:val="00120130"/>
    <w:rsid w:val="00121543"/>
    <w:rsid w:val="00122521"/>
    <w:rsid w:val="00123B7D"/>
    <w:rsid w:val="00124345"/>
    <w:rsid w:val="001249FA"/>
    <w:rsid w:val="00124F73"/>
    <w:rsid w:val="00125AF0"/>
    <w:rsid w:val="00126133"/>
    <w:rsid w:val="00127134"/>
    <w:rsid w:val="0012740D"/>
    <w:rsid w:val="00130617"/>
    <w:rsid w:val="00131407"/>
    <w:rsid w:val="00131CEE"/>
    <w:rsid w:val="00132611"/>
    <w:rsid w:val="00133C4B"/>
    <w:rsid w:val="0013598A"/>
    <w:rsid w:val="001365AA"/>
    <w:rsid w:val="0013661B"/>
    <w:rsid w:val="00140DDF"/>
    <w:rsid w:val="0014394A"/>
    <w:rsid w:val="00145FB8"/>
    <w:rsid w:val="001528D8"/>
    <w:rsid w:val="001533BA"/>
    <w:rsid w:val="0015379E"/>
    <w:rsid w:val="001543E5"/>
    <w:rsid w:val="00154FDA"/>
    <w:rsid w:val="00156929"/>
    <w:rsid w:val="0015720D"/>
    <w:rsid w:val="00160190"/>
    <w:rsid w:val="00160582"/>
    <w:rsid w:val="0016301D"/>
    <w:rsid w:val="00163C69"/>
    <w:rsid w:val="00163EE7"/>
    <w:rsid w:val="00163F32"/>
    <w:rsid w:val="00164279"/>
    <w:rsid w:val="00164705"/>
    <w:rsid w:val="00164B97"/>
    <w:rsid w:val="00164E27"/>
    <w:rsid w:val="00166176"/>
    <w:rsid w:val="00166873"/>
    <w:rsid w:val="001727A2"/>
    <w:rsid w:val="00174E60"/>
    <w:rsid w:val="00180F9A"/>
    <w:rsid w:val="00181AC7"/>
    <w:rsid w:val="00181E6C"/>
    <w:rsid w:val="00182755"/>
    <w:rsid w:val="001865B6"/>
    <w:rsid w:val="0018693F"/>
    <w:rsid w:val="00187747"/>
    <w:rsid w:val="00191E1A"/>
    <w:rsid w:val="00192069"/>
    <w:rsid w:val="00192EDE"/>
    <w:rsid w:val="00193CF5"/>
    <w:rsid w:val="0019432D"/>
    <w:rsid w:val="00194773"/>
    <w:rsid w:val="00194823"/>
    <w:rsid w:val="0019490C"/>
    <w:rsid w:val="0019524D"/>
    <w:rsid w:val="0019600E"/>
    <w:rsid w:val="00196023"/>
    <w:rsid w:val="00197C41"/>
    <w:rsid w:val="001A2885"/>
    <w:rsid w:val="001A303D"/>
    <w:rsid w:val="001A3196"/>
    <w:rsid w:val="001A4B97"/>
    <w:rsid w:val="001A638B"/>
    <w:rsid w:val="001A63E2"/>
    <w:rsid w:val="001A6CC6"/>
    <w:rsid w:val="001A6CFE"/>
    <w:rsid w:val="001A7DAD"/>
    <w:rsid w:val="001A7E5E"/>
    <w:rsid w:val="001B08C7"/>
    <w:rsid w:val="001B586B"/>
    <w:rsid w:val="001B62C2"/>
    <w:rsid w:val="001B67B4"/>
    <w:rsid w:val="001B6C1D"/>
    <w:rsid w:val="001C0817"/>
    <w:rsid w:val="001C12B4"/>
    <w:rsid w:val="001C15FE"/>
    <w:rsid w:val="001C2E11"/>
    <w:rsid w:val="001C329F"/>
    <w:rsid w:val="001C3A5E"/>
    <w:rsid w:val="001C4723"/>
    <w:rsid w:val="001C5B80"/>
    <w:rsid w:val="001C776F"/>
    <w:rsid w:val="001D0C88"/>
    <w:rsid w:val="001D2F43"/>
    <w:rsid w:val="001D317F"/>
    <w:rsid w:val="001D4117"/>
    <w:rsid w:val="001D74D3"/>
    <w:rsid w:val="001E0497"/>
    <w:rsid w:val="001E1272"/>
    <w:rsid w:val="001E2734"/>
    <w:rsid w:val="001E2A55"/>
    <w:rsid w:val="001E4645"/>
    <w:rsid w:val="001F16BA"/>
    <w:rsid w:val="001F1F36"/>
    <w:rsid w:val="001F32C0"/>
    <w:rsid w:val="001F3386"/>
    <w:rsid w:val="001F4091"/>
    <w:rsid w:val="001F5A03"/>
    <w:rsid w:val="001F5CB1"/>
    <w:rsid w:val="001F5D0E"/>
    <w:rsid w:val="001F6035"/>
    <w:rsid w:val="0020018C"/>
    <w:rsid w:val="002023A2"/>
    <w:rsid w:val="002024FE"/>
    <w:rsid w:val="00204B88"/>
    <w:rsid w:val="00204BDA"/>
    <w:rsid w:val="00204CE7"/>
    <w:rsid w:val="00204E64"/>
    <w:rsid w:val="002056DD"/>
    <w:rsid w:val="002057A6"/>
    <w:rsid w:val="00206DAD"/>
    <w:rsid w:val="002077BA"/>
    <w:rsid w:val="00207AE8"/>
    <w:rsid w:val="00211A0A"/>
    <w:rsid w:val="0021411D"/>
    <w:rsid w:val="002147A2"/>
    <w:rsid w:val="002163F7"/>
    <w:rsid w:val="00222825"/>
    <w:rsid w:val="00222EE6"/>
    <w:rsid w:val="00223622"/>
    <w:rsid w:val="00224508"/>
    <w:rsid w:val="002254B7"/>
    <w:rsid w:val="0022706A"/>
    <w:rsid w:val="0022744A"/>
    <w:rsid w:val="00227BB3"/>
    <w:rsid w:val="002311E4"/>
    <w:rsid w:val="00231261"/>
    <w:rsid w:val="002337D9"/>
    <w:rsid w:val="00233E19"/>
    <w:rsid w:val="00235CD4"/>
    <w:rsid w:val="0023600F"/>
    <w:rsid w:val="002364BC"/>
    <w:rsid w:val="00236AED"/>
    <w:rsid w:val="002379ED"/>
    <w:rsid w:val="002401BB"/>
    <w:rsid w:val="002425D0"/>
    <w:rsid w:val="00242903"/>
    <w:rsid w:val="00243162"/>
    <w:rsid w:val="00244A6A"/>
    <w:rsid w:val="00244C76"/>
    <w:rsid w:val="002450C7"/>
    <w:rsid w:val="00252097"/>
    <w:rsid w:val="002522AB"/>
    <w:rsid w:val="00252CFF"/>
    <w:rsid w:val="002535BB"/>
    <w:rsid w:val="0025617A"/>
    <w:rsid w:val="00256A26"/>
    <w:rsid w:val="00260D3E"/>
    <w:rsid w:val="00261AFC"/>
    <w:rsid w:val="00261C66"/>
    <w:rsid w:val="00262FCF"/>
    <w:rsid w:val="0026338B"/>
    <w:rsid w:val="00264199"/>
    <w:rsid w:val="00265DBF"/>
    <w:rsid w:val="002741A5"/>
    <w:rsid w:val="0027425C"/>
    <w:rsid w:val="00275EC1"/>
    <w:rsid w:val="00277636"/>
    <w:rsid w:val="00277E44"/>
    <w:rsid w:val="002817A3"/>
    <w:rsid w:val="00282BA6"/>
    <w:rsid w:val="00282BBB"/>
    <w:rsid w:val="002840B5"/>
    <w:rsid w:val="00284248"/>
    <w:rsid w:val="002903ED"/>
    <w:rsid w:val="0029122C"/>
    <w:rsid w:val="00292C6C"/>
    <w:rsid w:val="00293A06"/>
    <w:rsid w:val="00293B38"/>
    <w:rsid w:val="002951E9"/>
    <w:rsid w:val="002959EE"/>
    <w:rsid w:val="002A18E6"/>
    <w:rsid w:val="002A3BC3"/>
    <w:rsid w:val="002A4909"/>
    <w:rsid w:val="002A6300"/>
    <w:rsid w:val="002A6540"/>
    <w:rsid w:val="002A7DCC"/>
    <w:rsid w:val="002B0187"/>
    <w:rsid w:val="002B0C61"/>
    <w:rsid w:val="002B0E75"/>
    <w:rsid w:val="002B41B5"/>
    <w:rsid w:val="002B4551"/>
    <w:rsid w:val="002B522F"/>
    <w:rsid w:val="002B702F"/>
    <w:rsid w:val="002C1234"/>
    <w:rsid w:val="002C1F65"/>
    <w:rsid w:val="002C1FC0"/>
    <w:rsid w:val="002C2274"/>
    <w:rsid w:val="002C2DA2"/>
    <w:rsid w:val="002C49CF"/>
    <w:rsid w:val="002C5590"/>
    <w:rsid w:val="002D0F43"/>
    <w:rsid w:val="002D1903"/>
    <w:rsid w:val="002D1964"/>
    <w:rsid w:val="002D1F9D"/>
    <w:rsid w:val="002D2272"/>
    <w:rsid w:val="002D4EFE"/>
    <w:rsid w:val="002D5731"/>
    <w:rsid w:val="002D5BD1"/>
    <w:rsid w:val="002D7D2C"/>
    <w:rsid w:val="002E16D5"/>
    <w:rsid w:val="002E3E25"/>
    <w:rsid w:val="002E553F"/>
    <w:rsid w:val="002E5C9F"/>
    <w:rsid w:val="002E60C5"/>
    <w:rsid w:val="002E76F6"/>
    <w:rsid w:val="002F1C9D"/>
    <w:rsid w:val="002F4920"/>
    <w:rsid w:val="002F6323"/>
    <w:rsid w:val="002F6E78"/>
    <w:rsid w:val="00301D83"/>
    <w:rsid w:val="0030322B"/>
    <w:rsid w:val="00304CD1"/>
    <w:rsid w:val="003126FF"/>
    <w:rsid w:val="0032091C"/>
    <w:rsid w:val="00320BF7"/>
    <w:rsid w:val="0032162E"/>
    <w:rsid w:val="00321A61"/>
    <w:rsid w:val="00322297"/>
    <w:rsid w:val="00324518"/>
    <w:rsid w:val="00324D89"/>
    <w:rsid w:val="00325C31"/>
    <w:rsid w:val="00325DDC"/>
    <w:rsid w:val="00326108"/>
    <w:rsid w:val="00327823"/>
    <w:rsid w:val="00332004"/>
    <w:rsid w:val="00334FC1"/>
    <w:rsid w:val="00335826"/>
    <w:rsid w:val="0033630D"/>
    <w:rsid w:val="003371B5"/>
    <w:rsid w:val="00341AB9"/>
    <w:rsid w:val="0034218F"/>
    <w:rsid w:val="00343335"/>
    <w:rsid w:val="00343949"/>
    <w:rsid w:val="00345957"/>
    <w:rsid w:val="00350BFA"/>
    <w:rsid w:val="00350CA8"/>
    <w:rsid w:val="0035108A"/>
    <w:rsid w:val="00352F46"/>
    <w:rsid w:val="003571C4"/>
    <w:rsid w:val="00357799"/>
    <w:rsid w:val="00361467"/>
    <w:rsid w:val="003621E2"/>
    <w:rsid w:val="003643E4"/>
    <w:rsid w:val="00365DAE"/>
    <w:rsid w:val="003670B5"/>
    <w:rsid w:val="003671F0"/>
    <w:rsid w:val="00370380"/>
    <w:rsid w:val="00370BCD"/>
    <w:rsid w:val="00372597"/>
    <w:rsid w:val="003759AB"/>
    <w:rsid w:val="00375C7E"/>
    <w:rsid w:val="00375DAE"/>
    <w:rsid w:val="00376145"/>
    <w:rsid w:val="003776A1"/>
    <w:rsid w:val="00381B21"/>
    <w:rsid w:val="00382A7F"/>
    <w:rsid w:val="00384F97"/>
    <w:rsid w:val="0038755C"/>
    <w:rsid w:val="00387EE2"/>
    <w:rsid w:val="003939E3"/>
    <w:rsid w:val="003970C5"/>
    <w:rsid w:val="00397AF8"/>
    <w:rsid w:val="003A175B"/>
    <w:rsid w:val="003A1D7E"/>
    <w:rsid w:val="003A570E"/>
    <w:rsid w:val="003A764A"/>
    <w:rsid w:val="003B0A2F"/>
    <w:rsid w:val="003B142B"/>
    <w:rsid w:val="003B1857"/>
    <w:rsid w:val="003B2824"/>
    <w:rsid w:val="003B366A"/>
    <w:rsid w:val="003B473F"/>
    <w:rsid w:val="003B4D6F"/>
    <w:rsid w:val="003B5FF4"/>
    <w:rsid w:val="003B7425"/>
    <w:rsid w:val="003C04B8"/>
    <w:rsid w:val="003C0A70"/>
    <w:rsid w:val="003C168B"/>
    <w:rsid w:val="003C57B9"/>
    <w:rsid w:val="003C7770"/>
    <w:rsid w:val="003C77AA"/>
    <w:rsid w:val="003D19B3"/>
    <w:rsid w:val="003D3100"/>
    <w:rsid w:val="003D363B"/>
    <w:rsid w:val="003D3F8B"/>
    <w:rsid w:val="003D4A7A"/>
    <w:rsid w:val="003D6452"/>
    <w:rsid w:val="003D7689"/>
    <w:rsid w:val="003E0853"/>
    <w:rsid w:val="003E09F9"/>
    <w:rsid w:val="003E0CFB"/>
    <w:rsid w:val="003E2A15"/>
    <w:rsid w:val="003E2FC1"/>
    <w:rsid w:val="003E4127"/>
    <w:rsid w:val="003E484F"/>
    <w:rsid w:val="003E4A39"/>
    <w:rsid w:val="003E4AFF"/>
    <w:rsid w:val="003E5359"/>
    <w:rsid w:val="003E7757"/>
    <w:rsid w:val="003F03FF"/>
    <w:rsid w:val="003F10F7"/>
    <w:rsid w:val="003F3369"/>
    <w:rsid w:val="003F38F8"/>
    <w:rsid w:val="003F44CE"/>
    <w:rsid w:val="003F5C91"/>
    <w:rsid w:val="003F6C78"/>
    <w:rsid w:val="003F7C9F"/>
    <w:rsid w:val="00401DDF"/>
    <w:rsid w:val="00402055"/>
    <w:rsid w:val="00402EDA"/>
    <w:rsid w:val="00404FCD"/>
    <w:rsid w:val="004052C6"/>
    <w:rsid w:val="00405424"/>
    <w:rsid w:val="00405C7B"/>
    <w:rsid w:val="004070EB"/>
    <w:rsid w:val="00407997"/>
    <w:rsid w:val="004119AB"/>
    <w:rsid w:val="00411BDF"/>
    <w:rsid w:val="00411EC0"/>
    <w:rsid w:val="004135BF"/>
    <w:rsid w:val="00413D32"/>
    <w:rsid w:val="00414AF4"/>
    <w:rsid w:val="004152C6"/>
    <w:rsid w:val="004160E4"/>
    <w:rsid w:val="0041632E"/>
    <w:rsid w:val="0041650E"/>
    <w:rsid w:val="004201B6"/>
    <w:rsid w:val="004216C9"/>
    <w:rsid w:val="004219E4"/>
    <w:rsid w:val="00421A35"/>
    <w:rsid w:val="00422ECE"/>
    <w:rsid w:val="00423201"/>
    <w:rsid w:val="004242E9"/>
    <w:rsid w:val="00424AA6"/>
    <w:rsid w:val="00426815"/>
    <w:rsid w:val="00426978"/>
    <w:rsid w:val="004307C6"/>
    <w:rsid w:val="00430BCC"/>
    <w:rsid w:val="00430D2A"/>
    <w:rsid w:val="0043169C"/>
    <w:rsid w:val="00433294"/>
    <w:rsid w:val="004340AE"/>
    <w:rsid w:val="00434406"/>
    <w:rsid w:val="00434ECC"/>
    <w:rsid w:val="0043523B"/>
    <w:rsid w:val="00437444"/>
    <w:rsid w:val="004404C8"/>
    <w:rsid w:val="004412B2"/>
    <w:rsid w:val="00441DEC"/>
    <w:rsid w:val="00441EC1"/>
    <w:rsid w:val="00441F77"/>
    <w:rsid w:val="00442114"/>
    <w:rsid w:val="00442197"/>
    <w:rsid w:val="00442F85"/>
    <w:rsid w:val="00444234"/>
    <w:rsid w:val="004444E8"/>
    <w:rsid w:val="004476BC"/>
    <w:rsid w:val="004508BA"/>
    <w:rsid w:val="0045143D"/>
    <w:rsid w:val="0045336F"/>
    <w:rsid w:val="00453686"/>
    <w:rsid w:val="0045468A"/>
    <w:rsid w:val="00454C30"/>
    <w:rsid w:val="0045502A"/>
    <w:rsid w:val="00456924"/>
    <w:rsid w:val="00457385"/>
    <w:rsid w:val="00460C67"/>
    <w:rsid w:val="004612AD"/>
    <w:rsid w:val="0046158E"/>
    <w:rsid w:val="00463549"/>
    <w:rsid w:val="0046470E"/>
    <w:rsid w:val="0046621B"/>
    <w:rsid w:val="00466D6C"/>
    <w:rsid w:val="004677D0"/>
    <w:rsid w:val="004701E1"/>
    <w:rsid w:val="00471E01"/>
    <w:rsid w:val="00471EB0"/>
    <w:rsid w:val="00471EFB"/>
    <w:rsid w:val="00472022"/>
    <w:rsid w:val="00473377"/>
    <w:rsid w:val="0047366E"/>
    <w:rsid w:val="00473913"/>
    <w:rsid w:val="0047520F"/>
    <w:rsid w:val="00475C22"/>
    <w:rsid w:val="004765F6"/>
    <w:rsid w:val="00477B64"/>
    <w:rsid w:val="00481734"/>
    <w:rsid w:val="00483BA3"/>
    <w:rsid w:val="00483E6C"/>
    <w:rsid w:val="00484563"/>
    <w:rsid w:val="00484A5F"/>
    <w:rsid w:val="00486001"/>
    <w:rsid w:val="0049004F"/>
    <w:rsid w:val="004900EF"/>
    <w:rsid w:val="00490D2A"/>
    <w:rsid w:val="00491953"/>
    <w:rsid w:val="00494010"/>
    <w:rsid w:val="00494832"/>
    <w:rsid w:val="00495876"/>
    <w:rsid w:val="00495C2E"/>
    <w:rsid w:val="00497AEE"/>
    <w:rsid w:val="004A0DDA"/>
    <w:rsid w:val="004A0DE0"/>
    <w:rsid w:val="004A32DD"/>
    <w:rsid w:val="004A32FC"/>
    <w:rsid w:val="004A38B4"/>
    <w:rsid w:val="004A38CD"/>
    <w:rsid w:val="004A480B"/>
    <w:rsid w:val="004A6E42"/>
    <w:rsid w:val="004A7E70"/>
    <w:rsid w:val="004B0A41"/>
    <w:rsid w:val="004B1F94"/>
    <w:rsid w:val="004B5C0B"/>
    <w:rsid w:val="004B6C68"/>
    <w:rsid w:val="004C16B4"/>
    <w:rsid w:val="004C1DBF"/>
    <w:rsid w:val="004C2A53"/>
    <w:rsid w:val="004C3088"/>
    <w:rsid w:val="004C34DB"/>
    <w:rsid w:val="004C6FCC"/>
    <w:rsid w:val="004C7BE3"/>
    <w:rsid w:val="004D30E9"/>
    <w:rsid w:val="004D340A"/>
    <w:rsid w:val="004D38B8"/>
    <w:rsid w:val="004D3A27"/>
    <w:rsid w:val="004D3C61"/>
    <w:rsid w:val="004D4726"/>
    <w:rsid w:val="004D521A"/>
    <w:rsid w:val="004D5C45"/>
    <w:rsid w:val="004D5D73"/>
    <w:rsid w:val="004D6072"/>
    <w:rsid w:val="004E29AE"/>
    <w:rsid w:val="004E2A91"/>
    <w:rsid w:val="004E3039"/>
    <w:rsid w:val="004E6547"/>
    <w:rsid w:val="004F0391"/>
    <w:rsid w:val="004F04FB"/>
    <w:rsid w:val="004F280C"/>
    <w:rsid w:val="00500801"/>
    <w:rsid w:val="0050084B"/>
    <w:rsid w:val="005017F3"/>
    <w:rsid w:val="005024FA"/>
    <w:rsid w:val="00502CA0"/>
    <w:rsid w:val="00503604"/>
    <w:rsid w:val="00504F50"/>
    <w:rsid w:val="00505344"/>
    <w:rsid w:val="005062E7"/>
    <w:rsid w:val="00506A32"/>
    <w:rsid w:val="00507D0E"/>
    <w:rsid w:val="005101A1"/>
    <w:rsid w:val="0051071E"/>
    <w:rsid w:val="005125E3"/>
    <w:rsid w:val="005133CE"/>
    <w:rsid w:val="0051459E"/>
    <w:rsid w:val="00514B93"/>
    <w:rsid w:val="0051642D"/>
    <w:rsid w:val="00517C4D"/>
    <w:rsid w:val="00520AA8"/>
    <w:rsid w:val="005210BA"/>
    <w:rsid w:val="00523404"/>
    <w:rsid w:val="00523EEA"/>
    <w:rsid w:val="005241F3"/>
    <w:rsid w:val="00525655"/>
    <w:rsid w:val="00525FF2"/>
    <w:rsid w:val="00527CF3"/>
    <w:rsid w:val="00527F05"/>
    <w:rsid w:val="00527FF5"/>
    <w:rsid w:val="00531150"/>
    <w:rsid w:val="0053188A"/>
    <w:rsid w:val="005324AF"/>
    <w:rsid w:val="00532AF4"/>
    <w:rsid w:val="00533B83"/>
    <w:rsid w:val="00534CE2"/>
    <w:rsid w:val="00534D04"/>
    <w:rsid w:val="00535AC1"/>
    <w:rsid w:val="00541EC9"/>
    <w:rsid w:val="00543370"/>
    <w:rsid w:val="00544BCA"/>
    <w:rsid w:val="00544BEC"/>
    <w:rsid w:val="005479A7"/>
    <w:rsid w:val="00552BE2"/>
    <w:rsid w:val="005531DD"/>
    <w:rsid w:val="005532F6"/>
    <w:rsid w:val="00553792"/>
    <w:rsid w:val="005555D0"/>
    <w:rsid w:val="00555C96"/>
    <w:rsid w:val="00556454"/>
    <w:rsid w:val="00556F01"/>
    <w:rsid w:val="005578CD"/>
    <w:rsid w:val="00557A6E"/>
    <w:rsid w:val="0056174B"/>
    <w:rsid w:val="005658DD"/>
    <w:rsid w:val="00571AD5"/>
    <w:rsid w:val="00572292"/>
    <w:rsid w:val="005723FB"/>
    <w:rsid w:val="00573330"/>
    <w:rsid w:val="00574762"/>
    <w:rsid w:val="005751DD"/>
    <w:rsid w:val="00576CAB"/>
    <w:rsid w:val="005805FB"/>
    <w:rsid w:val="00582249"/>
    <w:rsid w:val="00582723"/>
    <w:rsid w:val="0058286B"/>
    <w:rsid w:val="0058671C"/>
    <w:rsid w:val="0058683F"/>
    <w:rsid w:val="00586B0B"/>
    <w:rsid w:val="00587645"/>
    <w:rsid w:val="00587EF8"/>
    <w:rsid w:val="005911F3"/>
    <w:rsid w:val="00592B3F"/>
    <w:rsid w:val="00593F45"/>
    <w:rsid w:val="0059561B"/>
    <w:rsid w:val="00595AB5"/>
    <w:rsid w:val="00596F1E"/>
    <w:rsid w:val="005A1578"/>
    <w:rsid w:val="005A188F"/>
    <w:rsid w:val="005A3AD5"/>
    <w:rsid w:val="005A48B0"/>
    <w:rsid w:val="005A48BA"/>
    <w:rsid w:val="005A6554"/>
    <w:rsid w:val="005A6A77"/>
    <w:rsid w:val="005A6F5E"/>
    <w:rsid w:val="005A7AEC"/>
    <w:rsid w:val="005B3A91"/>
    <w:rsid w:val="005B5606"/>
    <w:rsid w:val="005B5DF2"/>
    <w:rsid w:val="005B67D5"/>
    <w:rsid w:val="005C0E6F"/>
    <w:rsid w:val="005C106C"/>
    <w:rsid w:val="005C1715"/>
    <w:rsid w:val="005C2CE6"/>
    <w:rsid w:val="005C36E5"/>
    <w:rsid w:val="005C5469"/>
    <w:rsid w:val="005C5B72"/>
    <w:rsid w:val="005C600E"/>
    <w:rsid w:val="005C63FD"/>
    <w:rsid w:val="005C670A"/>
    <w:rsid w:val="005C6F8C"/>
    <w:rsid w:val="005C7BCD"/>
    <w:rsid w:val="005C7D44"/>
    <w:rsid w:val="005D0E6C"/>
    <w:rsid w:val="005D0FF8"/>
    <w:rsid w:val="005D22A8"/>
    <w:rsid w:val="005D2B7D"/>
    <w:rsid w:val="005D3345"/>
    <w:rsid w:val="005D37DC"/>
    <w:rsid w:val="005D3B92"/>
    <w:rsid w:val="005D449A"/>
    <w:rsid w:val="005D5A0B"/>
    <w:rsid w:val="005D5B70"/>
    <w:rsid w:val="005D65BC"/>
    <w:rsid w:val="005D6BA9"/>
    <w:rsid w:val="005D7C5B"/>
    <w:rsid w:val="005E019C"/>
    <w:rsid w:val="005E1A02"/>
    <w:rsid w:val="005E2118"/>
    <w:rsid w:val="005E2C45"/>
    <w:rsid w:val="005E3012"/>
    <w:rsid w:val="005E6A3F"/>
    <w:rsid w:val="005E6A43"/>
    <w:rsid w:val="005E75B9"/>
    <w:rsid w:val="005F073E"/>
    <w:rsid w:val="005F1D17"/>
    <w:rsid w:val="005F2710"/>
    <w:rsid w:val="005F2B1C"/>
    <w:rsid w:val="005F2BC5"/>
    <w:rsid w:val="005F55F6"/>
    <w:rsid w:val="005F5F08"/>
    <w:rsid w:val="005F67C3"/>
    <w:rsid w:val="005F7EF0"/>
    <w:rsid w:val="006004D1"/>
    <w:rsid w:val="006006E0"/>
    <w:rsid w:val="0060087A"/>
    <w:rsid w:val="0060097C"/>
    <w:rsid w:val="0060225D"/>
    <w:rsid w:val="00603C2F"/>
    <w:rsid w:val="00605C57"/>
    <w:rsid w:val="00613394"/>
    <w:rsid w:val="00613C0F"/>
    <w:rsid w:val="00614CB1"/>
    <w:rsid w:val="00615C5E"/>
    <w:rsid w:val="006166B1"/>
    <w:rsid w:val="00622856"/>
    <w:rsid w:val="00630E04"/>
    <w:rsid w:val="006310F8"/>
    <w:rsid w:val="006313E1"/>
    <w:rsid w:val="00631C1E"/>
    <w:rsid w:val="006328DB"/>
    <w:rsid w:val="00633B7E"/>
    <w:rsid w:val="00633F9F"/>
    <w:rsid w:val="00640621"/>
    <w:rsid w:val="00641A0A"/>
    <w:rsid w:val="00641E5F"/>
    <w:rsid w:val="00642AF0"/>
    <w:rsid w:val="00642EE1"/>
    <w:rsid w:val="00644194"/>
    <w:rsid w:val="006448D0"/>
    <w:rsid w:val="00647A06"/>
    <w:rsid w:val="00652C95"/>
    <w:rsid w:val="0065453F"/>
    <w:rsid w:val="00656A76"/>
    <w:rsid w:val="00660479"/>
    <w:rsid w:val="00661517"/>
    <w:rsid w:val="00661844"/>
    <w:rsid w:val="00661933"/>
    <w:rsid w:val="00661F23"/>
    <w:rsid w:val="00662E7B"/>
    <w:rsid w:val="006654B5"/>
    <w:rsid w:val="006663E5"/>
    <w:rsid w:val="00667A86"/>
    <w:rsid w:val="00671275"/>
    <w:rsid w:val="00671CCA"/>
    <w:rsid w:val="006740CC"/>
    <w:rsid w:val="006753F2"/>
    <w:rsid w:val="00676C16"/>
    <w:rsid w:val="00677396"/>
    <w:rsid w:val="006810DE"/>
    <w:rsid w:val="006823EF"/>
    <w:rsid w:val="006825DF"/>
    <w:rsid w:val="0068311B"/>
    <w:rsid w:val="00684899"/>
    <w:rsid w:val="006857D2"/>
    <w:rsid w:val="00685FFF"/>
    <w:rsid w:val="006863FB"/>
    <w:rsid w:val="00690202"/>
    <w:rsid w:val="00691068"/>
    <w:rsid w:val="0069349F"/>
    <w:rsid w:val="00694E4D"/>
    <w:rsid w:val="00694F60"/>
    <w:rsid w:val="00695E7C"/>
    <w:rsid w:val="0069614F"/>
    <w:rsid w:val="00697E32"/>
    <w:rsid w:val="006A0465"/>
    <w:rsid w:val="006A138A"/>
    <w:rsid w:val="006A1510"/>
    <w:rsid w:val="006A1FF4"/>
    <w:rsid w:val="006A2854"/>
    <w:rsid w:val="006A4A38"/>
    <w:rsid w:val="006A5098"/>
    <w:rsid w:val="006A72D2"/>
    <w:rsid w:val="006A753B"/>
    <w:rsid w:val="006A7EDB"/>
    <w:rsid w:val="006B1220"/>
    <w:rsid w:val="006B20EC"/>
    <w:rsid w:val="006B3C4C"/>
    <w:rsid w:val="006B55DD"/>
    <w:rsid w:val="006B5D1B"/>
    <w:rsid w:val="006C3A64"/>
    <w:rsid w:val="006C4A0C"/>
    <w:rsid w:val="006C51F2"/>
    <w:rsid w:val="006C6E97"/>
    <w:rsid w:val="006C7238"/>
    <w:rsid w:val="006C78B1"/>
    <w:rsid w:val="006D0007"/>
    <w:rsid w:val="006D0F86"/>
    <w:rsid w:val="006D152E"/>
    <w:rsid w:val="006E0EC7"/>
    <w:rsid w:val="006E14CE"/>
    <w:rsid w:val="006E2F97"/>
    <w:rsid w:val="006E46BE"/>
    <w:rsid w:val="006E4E0F"/>
    <w:rsid w:val="006E6BD6"/>
    <w:rsid w:val="006E7AC0"/>
    <w:rsid w:val="006E7C97"/>
    <w:rsid w:val="006F17DD"/>
    <w:rsid w:val="006F19DB"/>
    <w:rsid w:val="006F1B2A"/>
    <w:rsid w:val="006F1D71"/>
    <w:rsid w:val="006F28CF"/>
    <w:rsid w:val="006F4734"/>
    <w:rsid w:val="006F4A95"/>
    <w:rsid w:val="006F6B00"/>
    <w:rsid w:val="006F77F7"/>
    <w:rsid w:val="00700F59"/>
    <w:rsid w:val="007030B0"/>
    <w:rsid w:val="00704C56"/>
    <w:rsid w:val="007072E8"/>
    <w:rsid w:val="0070750C"/>
    <w:rsid w:val="00707862"/>
    <w:rsid w:val="00710A2E"/>
    <w:rsid w:val="00711116"/>
    <w:rsid w:val="0071143E"/>
    <w:rsid w:val="0071299E"/>
    <w:rsid w:val="00714BAC"/>
    <w:rsid w:val="00716234"/>
    <w:rsid w:val="00716E5C"/>
    <w:rsid w:val="00720F9B"/>
    <w:rsid w:val="00722093"/>
    <w:rsid w:val="00722D95"/>
    <w:rsid w:val="007233E5"/>
    <w:rsid w:val="00724A4F"/>
    <w:rsid w:val="007266E6"/>
    <w:rsid w:val="00726E53"/>
    <w:rsid w:val="00731957"/>
    <w:rsid w:val="00733796"/>
    <w:rsid w:val="00734D49"/>
    <w:rsid w:val="007366FC"/>
    <w:rsid w:val="007400FC"/>
    <w:rsid w:val="00744EC1"/>
    <w:rsid w:val="00745E58"/>
    <w:rsid w:val="0074787F"/>
    <w:rsid w:val="007479DD"/>
    <w:rsid w:val="0075601F"/>
    <w:rsid w:val="00756B4D"/>
    <w:rsid w:val="007601C1"/>
    <w:rsid w:val="00760A6B"/>
    <w:rsid w:val="0076191F"/>
    <w:rsid w:val="00761DAF"/>
    <w:rsid w:val="00762D12"/>
    <w:rsid w:val="00764186"/>
    <w:rsid w:val="007642FE"/>
    <w:rsid w:val="00764E4C"/>
    <w:rsid w:val="007650BF"/>
    <w:rsid w:val="007664EF"/>
    <w:rsid w:val="00766A37"/>
    <w:rsid w:val="0076730C"/>
    <w:rsid w:val="00767CDA"/>
    <w:rsid w:val="007706D4"/>
    <w:rsid w:val="0077109F"/>
    <w:rsid w:val="0077316B"/>
    <w:rsid w:val="0077485E"/>
    <w:rsid w:val="00775930"/>
    <w:rsid w:val="007830DA"/>
    <w:rsid w:val="00783FD6"/>
    <w:rsid w:val="007845DF"/>
    <w:rsid w:val="00785472"/>
    <w:rsid w:val="00785CC0"/>
    <w:rsid w:val="00787D8F"/>
    <w:rsid w:val="00792132"/>
    <w:rsid w:val="007935F8"/>
    <w:rsid w:val="00794F44"/>
    <w:rsid w:val="00795FBA"/>
    <w:rsid w:val="0079732B"/>
    <w:rsid w:val="00797C18"/>
    <w:rsid w:val="007A1BEA"/>
    <w:rsid w:val="007A1F90"/>
    <w:rsid w:val="007A50A0"/>
    <w:rsid w:val="007A6F77"/>
    <w:rsid w:val="007A733E"/>
    <w:rsid w:val="007A7345"/>
    <w:rsid w:val="007B0B4C"/>
    <w:rsid w:val="007B22CC"/>
    <w:rsid w:val="007B29F5"/>
    <w:rsid w:val="007B318D"/>
    <w:rsid w:val="007B5164"/>
    <w:rsid w:val="007B6551"/>
    <w:rsid w:val="007C1293"/>
    <w:rsid w:val="007C1E15"/>
    <w:rsid w:val="007C29DD"/>
    <w:rsid w:val="007C4758"/>
    <w:rsid w:val="007C5FD6"/>
    <w:rsid w:val="007C613A"/>
    <w:rsid w:val="007D0A53"/>
    <w:rsid w:val="007D227C"/>
    <w:rsid w:val="007D582E"/>
    <w:rsid w:val="007D5FFD"/>
    <w:rsid w:val="007D61D1"/>
    <w:rsid w:val="007D7D92"/>
    <w:rsid w:val="007E1570"/>
    <w:rsid w:val="007E179F"/>
    <w:rsid w:val="007E3E69"/>
    <w:rsid w:val="007E4161"/>
    <w:rsid w:val="007E42AD"/>
    <w:rsid w:val="007E4E48"/>
    <w:rsid w:val="007E7F4F"/>
    <w:rsid w:val="007F0A98"/>
    <w:rsid w:val="007F0CEB"/>
    <w:rsid w:val="007F1864"/>
    <w:rsid w:val="007F36B8"/>
    <w:rsid w:val="007F45B0"/>
    <w:rsid w:val="007F53C0"/>
    <w:rsid w:val="007F63EE"/>
    <w:rsid w:val="007F643F"/>
    <w:rsid w:val="007F7671"/>
    <w:rsid w:val="00801520"/>
    <w:rsid w:val="00802D0D"/>
    <w:rsid w:val="008030A0"/>
    <w:rsid w:val="00803A90"/>
    <w:rsid w:val="008058FA"/>
    <w:rsid w:val="00805BA6"/>
    <w:rsid w:val="008068C1"/>
    <w:rsid w:val="0080793E"/>
    <w:rsid w:val="00807E28"/>
    <w:rsid w:val="00810CA2"/>
    <w:rsid w:val="00811A92"/>
    <w:rsid w:val="008128F3"/>
    <w:rsid w:val="0081323B"/>
    <w:rsid w:val="00813C94"/>
    <w:rsid w:val="00813CF6"/>
    <w:rsid w:val="00813DBC"/>
    <w:rsid w:val="0081506D"/>
    <w:rsid w:val="008163EB"/>
    <w:rsid w:val="008163F3"/>
    <w:rsid w:val="00821B63"/>
    <w:rsid w:val="0082447F"/>
    <w:rsid w:val="00827711"/>
    <w:rsid w:val="00827E0E"/>
    <w:rsid w:val="00830203"/>
    <w:rsid w:val="008305BB"/>
    <w:rsid w:val="00831CB1"/>
    <w:rsid w:val="008320AB"/>
    <w:rsid w:val="00832408"/>
    <w:rsid w:val="0083267C"/>
    <w:rsid w:val="008326D6"/>
    <w:rsid w:val="00832C48"/>
    <w:rsid w:val="00832EB0"/>
    <w:rsid w:val="00834A68"/>
    <w:rsid w:val="00834CE9"/>
    <w:rsid w:val="00834F92"/>
    <w:rsid w:val="008362A2"/>
    <w:rsid w:val="00837A0F"/>
    <w:rsid w:val="0084657B"/>
    <w:rsid w:val="00846B19"/>
    <w:rsid w:val="008471B0"/>
    <w:rsid w:val="00850B57"/>
    <w:rsid w:val="0085152A"/>
    <w:rsid w:val="00853F18"/>
    <w:rsid w:val="00855865"/>
    <w:rsid w:val="00856856"/>
    <w:rsid w:val="0085704D"/>
    <w:rsid w:val="00860E42"/>
    <w:rsid w:val="00861A4B"/>
    <w:rsid w:val="00864AFC"/>
    <w:rsid w:val="0086599C"/>
    <w:rsid w:val="00865FA2"/>
    <w:rsid w:val="00871660"/>
    <w:rsid w:val="00871735"/>
    <w:rsid w:val="00871EB2"/>
    <w:rsid w:val="00873843"/>
    <w:rsid w:val="0087448D"/>
    <w:rsid w:val="00874C5E"/>
    <w:rsid w:val="008759A8"/>
    <w:rsid w:val="00875D00"/>
    <w:rsid w:val="00876058"/>
    <w:rsid w:val="00876E76"/>
    <w:rsid w:val="00877BA1"/>
    <w:rsid w:val="0088067D"/>
    <w:rsid w:val="008823C5"/>
    <w:rsid w:val="008828E2"/>
    <w:rsid w:val="0088587F"/>
    <w:rsid w:val="0088786B"/>
    <w:rsid w:val="00890C2E"/>
    <w:rsid w:val="00892698"/>
    <w:rsid w:val="00894A47"/>
    <w:rsid w:val="00895D5F"/>
    <w:rsid w:val="00897A99"/>
    <w:rsid w:val="00897D3C"/>
    <w:rsid w:val="008A042B"/>
    <w:rsid w:val="008A0D88"/>
    <w:rsid w:val="008A1EE6"/>
    <w:rsid w:val="008A318D"/>
    <w:rsid w:val="008A3373"/>
    <w:rsid w:val="008A4435"/>
    <w:rsid w:val="008A4A12"/>
    <w:rsid w:val="008A738D"/>
    <w:rsid w:val="008B1171"/>
    <w:rsid w:val="008B15EC"/>
    <w:rsid w:val="008B1F62"/>
    <w:rsid w:val="008B2211"/>
    <w:rsid w:val="008B230F"/>
    <w:rsid w:val="008B3D9A"/>
    <w:rsid w:val="008B6AE8"/>
    <w:rsid w:val="008B778E"/>
    <w:rsid w:val="008B77D2"/>
    <w:rsid w:val="008C1D88"/>
    <w:rsid w:val="008C2249"/>
    <w:rsid w:val="008C3147"/>
    <w:rsid w:val="008C3A83"/>
    <w:rsid w:val="008C3F12"/>
    <w:rsid w:val="008C6148"/>
    <w:rsid w:val="008D14F1"/>
    <w:rsid w:val="008D3101"/>
    <w:rsid w:val="008D63BB"/>
    <w:rsid w:val="008E0702"/>
    <w:rsid w:val="008E0BCA"/>
    <w:rsid w:val="008E16B6"/>
    <w:rsid w:val="008E211D"/>
    <w:rsid w:val="008E2BAB"/>
    <w:rsid w:val="008E3502"/>
    <w:rsid w:val="008E362E"/>
    <w:rsid w:val="008E3E40"/>
    <w:rsid w:val="008E534D"/>
    <w:rsid w:val="008E5D8A"/>
    <w:rsid w:val="008E74E0"/>
    <w:rsid w:val="008E7767"/>
    <w:rsid w:val="008E78B6"/>
    <w:rsid w:val="008F0A74"/>
    <w:rsid w:val="008F32EC"/>
    <w:rsid w:val="008F346C"/>
    <w:rsid w:val="008F5FAB"/>
    <w:rsid w:val="009002B7"/>
    <w:rsid w:val="009008AC"/>
    <w:rsid w:val="0090146D"/>
    <w:rsid w:val="00901D8D"/>
    <w:rsid w:val="00902934"/>
    <w:rsid w:val="00902CA7"/>
    <w:rsid w:val="00904541"/>
    <w:rsid w:val="0090581A"/>
    <w:rsid w:val="00905C5C"/>
    <w:rsid w:val="009060C1"/>
    <w:rsid w:val="00906339"/>
    <w:rsid w:val="009068BC"/>
    <w:rsid w:val="009068F1"/>
    <w:rsid w:val="00907BA2"/>
    <w:rsid w:val="00910CAF"/>
    <w:rsid w:val="009110A8"/>
    <w:rsid w:val="009114DC"/>
    <w:rsid w:val="00911666"/>
    <w:rsid w:val="00913D51"/>
    <w:rsid w:val="009141EE"/>
    <w:rsid w:val="00914A03"/>
    <w:rsid w:val="00914B08"/>
    <w:rsid w:val="009153A1"/>
    <w:rsid w:val="00916476"/>
    <w:rsid w:val="00920146"/>
    <w:rsid w:val="00921FC1"/>
    <w:rsid w:val="00923E7C"/>
    <w:rsid w:val="009261D5"/>
    <w:rsid w:val="00926666"/>
    <w:rsid w:val="00931120"/>
    <w:rsid w:val="00931DD1"/>
    <w:rsid w:val="009331E7"/>
    <w:rsid w:val="009351D4"/>
    <w:rsid w:val="00937ACF"/>
    <w:rsid w:val="0094004B"/>
    <w:rsid w:val="0094054A"/>
    <w:rsid w:val="009439BD"/>
    <w:rsid w:val="0094487F"/>
    <w:rsid w:val="00944D17"/>
    <w:rsid w:val="009457CA"/>
    <w:rsid w:val="00945A0A"/>
    <w:rsid w:val="00946540"/>
    <w:rsid w:val="009500A3"/>
    <w:rsid w:val="00951351"/>
    <w:rsid w:val="00954997"/>
    <w:rsid w:val="00960DA2"/>
    <w:rsid w:val="00962E9F"/>
    <w:rsid w:val="00962F14"/>
    <w:rsid w:val="00965026"/>
    <w:rsid w:val="0096548E"/>
    <w:rsid w:val="00970FB2"/>
    <w:rsid w:val="009714D6"/>
    <w:rsid w:val="00972AE5"/>
    <w:rsid w:val="0097360A"/>
    <w:rsid w:val="00973C4B"/>
    <w:rsid w:val="00981340"/>
    <w:rsid w:val="00982D91"/>
    <w:rsid w:val="00983356"/>
    <w:rsid w:val="00983563"/>
    <w:rsid w:val="009840B2"/>
    <w:rsid w:val="009856B1"/>
    <w:rsid w:val="009878BF"/>
    <w:rsid w:val="00991EA8"/>
    <w:rsid w:val="0099243A"/>
    <w:rsid w:val="0099598C"/>
    <w:rsid w:val="00996812"/>
    <w:rsid w:val="00997E6A"/>
    <w:rsid w:val="009A08EE"/>
    <w:rsid w:val="009A13BC"/>
    <w:rsid w:val="009A1B49"/>
    <w:rsid w:val="009A24D2"/>
    <w:rsid w:val="009A35C7"/>
    <w:rsid w:val="009A36C1"/>
    <w:rsid w:val="009A375B"/>
    <w:rsid w:val="009B1024"/>
    <w:rsid w:val="009B4627"/>
    <w:rsid w:val="009B5856"/>
    <w:rsid w:val="009B6872"/>
    <w:rsid w:val="009C018E"/>
    <w:rsid w:val="009C0C55"/>
    <w:rsid w:val="009C264B"/>
    <w:rsid w:val="009C33A7"/>
    <w:rsid w:val="009C438E"/>
    <w:rsid w:val="009C4AD7"/>
    <w:rsid w:val="009C5058"/>
    <w:rsid w:val="009C6B6D"/>
    <w:rsid w:val="009C75CD"/>
    <w:rsid w:val="009C7D11"/>
    <w:rsid w:val="009D1AB0"/>
    <w:rsid w:val="009D6969"/>
    <w:rsid w:val="009D7C7C"/>
    <w:rsid w:val="009E08CF"/>
    <w:rsid w:val="009E1053"/>
    <w:rsid w:val="009E17EC"/>
    <w:rsid w:val="009E262F"/>
    <w:rsid w:val="009E471C"/>
    <w:rsid w:val="009E51A6"/>
    <w:rsid w:val="009E6423"/>
    <w:rsid w:val="009E662B"/>
    <w:rsid w:val="009E6B0B"/>
    <w:rsid w:val="009F074C"/>
    <w:rsid w:val="009F2482"/>
    <w:rsid w:val="009F3ED6"/>
    <w:rsid w:val="009F64F6"/>
    <w:rsid w:val="009F721A"/>
    <w:rsid w:val="009F7F89"/>
    <w:rsid w:val="00A01E82"/>
    <w:rsid w:val="00A02580"/>
    <w:rsid w:val="00A03BF3"/>
    <w:rsid w:val="00A04766"/>
    <w:rsid w:val="00A06622"/>
    <w:rsid w:val="00A06CFF"/>
    <w:rsid w:val="00A07917"/>
    <w:rsid w:val="00A10B47"/>
    <w:rsid w:val="00A10BAD"/>
    <w:rsid w:val="00A130C2"/>
    <w:rsid w:val="00A13716"/>
    <w:rsid w:val="00A16094"/>
    <w:rsid w:val="00A16F2C"/>
    <w:rsid w:val="00A172AD"/>
    <w:rsid w:val="00A178BC"/>
    <w:rsid w:val="00A2054F"/>
    <w:rsid w:val="00A22A63"/>
    <w:rsid w:val="00A2335A"/>
    <w:rsid w:val="00A23549"/>
    <w:rsid w:val="00A25FA2"/>
    <w:rsid w:val="00A31D66"/>
    <w:rsid w:val="00A32667"/>
    <w:rsid w:val="00A32D3E"/>
    <w:rsid w:val="00A3499A"/>
    <w:rsid w:val="00A354E1"/>
    <w:rsid w:val="00A37777"/>
    <w:rsid w:val="00A37C91"/>
    <w:rsid w:val="00A4045D"/>
    <w:rsid w:val="00A4097A"/>
    <w:rsid w:val="00A40B4B"/>
    <w:rsid w:val="00A41143"/>
    <w:rsid w:val="00A4360B"/>
    <w:rsid w:val="00A43E22"/>
    <w:rsid w:val="00A440E2"/>
    <w:rsid w:val="00A441E2"/>
    <w:rsid w:val="00A445F0"/>
    <w:rsid w:val="00A44C29"/>
    <w:rsid w:val="00A4529F"/>
    <w:rsid w:val="00A457AF"/>
    <w:rsid w:val="00A520D8"/>
    <w:rsid w:val="00A53000"/>
    <w:rsid w:val="00A54387"/>
    <w:rsid w:val="00A547B2"/>
    <w:rsid w:val="00A553A0"/>
    <w:rsid w:val="00A55CF6"/>
    <w:rsid w:val="00A56AB6"/>
    <w:rsid w:val="00A60504"/>
    <w:rsid w:val="00A62269"/>
    <w:rsid w:val="00A631FD"/>
    <w:rsid w:val="00A64F3F"/>
    <w:rsid w:val="00A65286"/>
    <w:rsid w:val="00A65528"/>
    <w:rsid w:val="00A66D42"/>
    <w:rsid w:val="00A67C60"/>
    <w:rsid w:val="00A73D9A"/>
    <w:rsid w:val="00A7459B"/>
    <w:rsid w:val="00A77912"/>
    <w:rsid w:val="00A80232"/>
    <w:rsid w:val="00A8206F"/>
    <w:rsid w:val="00A8294B"/>
    <w:rsid w:val="00A84FA7"/>
    <w:rsid w:val="00A86516"/>
    <w:rsid w:val="00A90C25"/>
    <w:rsid w:val="00A914F9"/>
    <w:rsid w:val="00A91C18"/>
    <w:rsid w:val="00A92520"/>
    <w:rsid w:val="00A92698"/>
    <w:rsid w:val="00A928F0"/>
    <w:rsid w:val="00A92AB8"/>
    <w:rsid w:val="00A92BFF"/>
    <w:rsid w:val="00A9373F"/>
    <w:rsid w:val="00A94DE2"/>
    <w:rsid w:val="00A959A3"/>
    <w:rsid w:val="00A95F12"/>
    <w:rsid w:val="00AA02F4"/>
    <w:rsid w:val="00AA09A7"/>
    <w:rsid w:val="00AA2B24"/>
    <w:rsid w:val="00AA3EBF"/>
    <w:rsid w:val="00AA6C19"/>
    <w:rsid w:val="00AA7DE0"/>
    <w:rsid w:val="00AB0590"/>
    <w:rsid w:val="00AB06AE"/>
    <w:rsid w:val="00AB270B"/>
    <w:rsid w:val="00AB2732"/>
    <w:rsid w:val="00AB2CDE"/>
    <w:rsid w:val="00AB3165"/>
    <w:rsid w:val="00AB4421"/>
    <w:rsid w:val="00AB4B26"/>
    <w:rsid w:val="00AB63DA"/>
    <w:rsid w:val="00AB65F8"/>
    <w:rsid w:val="00AB7843"/>
    <w:rsid w:val="00AC0CAD"/>
    <w:rsid w:val="00AC1CE2"/>
    <w:rsid w:val="00AC4D0E"/>
    <w:rsid w:val="00AC578A"/>
    <w:rsid w:val="00AC774F"/>
    <w:rsid w:val="00AC7EA7"/>
    <w:rsid w:val="00AC7F03"/>
    <w:rsid w:val="00AD0E3B"/>
    <w:rsid w:val="00AD3DD0"/>
    <w:rsid w:val="00AD5852"/>
    <w:rsid w:val="00AD6119"/>
    <w:rsid w:val="00AD6372"/>
    <w:rsid w:val="00AD6D62"/>
    <w:rsid w:val="00AE02FA"/>
    <w:rsid w:val="00AE0631"/>
    <w:rsid w:val="00AE069C"/>
    <w:rsid w:val="00AE12CB"/>
    <w:rsid w:val="00AE1EFA"/>
    <w:rsid w:val="00AE2774"/>
    <w:rsid w:val="00AE2D18"/>
    <w:rsid w:val="00AE4A12"/>
    <w:rsid w:val="00AE52F2"/>
    <w:rsid w:val="00AE5776"/>
    <w:rsid w:val="00AE59BD"/>
    <w:rsid w:val="00AE5B64"/>
    <w:rsid w:val="00AE5C2F"/>
    <w:rsid w:val="00AE626E"/>
    <w:rsid w:val="00AE6758"/>
    <w:rsid w:val="00AE6F90"/>
    <w:rsid w:val="00AE7BE4"/>
    <w:rsid w:val="00AF171F"/>
    <w:rsid w:val="00AF2D06"/>
    <w:rsid w:val="00AF3CA1"/>
    <w:rsid w:val="00AF3F13"/>
    <w:rsid w:val="00AF5565"/>
    <w:rsid w:val="00AF5676"/>
    <w:rsid w:val="00AF5CEE"/>
    <w:rsid w:val="00AF6F4E"/>
    <w:rsid w:val="00B00F91"/>
    <w:rsid w:val="00B029CF"/>
    <w:rsid w:val="00B04E76"/>
    <w:rsid w:val="00B06094"/>
    <w:rsid w:val="00B07168"/>
    <w:rsid w:val="00B10E6E"/>
    <w:rsid w:val="00B129E1"/>
    <w:rsid w:val="00B13117"/>
    <w:rsid w:val="00B1754F"/>
    <w:rsid w:val="00B20968"/>
    <w:rsid w:val="00B25C97"/>
    <w:rsid w:val="00B3002F"/>
    <w:rsid w:val="00B320DA"/>
    <w:rsid w:val="00B32845"/>
    <w:rsid w:val="00B33C4B"/>
    <w:rsid w:val="00B35BFE"/>
    <w:rsid w:val="00B364B4"/>
    <w:rsid w:val="00B367C6"/>
    <w:rsid w:val="00B372C6"/>
    <w:rsid w:val="00B41337"/>
    <w:rsid w:val="00B443CE"/>
    <w:rsid w:val="00B465CB"/>
    <w:rsid w:val="00B473A0"/>
    <w:rsid w:val="00B47B0E"/>
    <w:rsid w:val="00B524F0"/>
    <w:rsid w:val="00B5338C"/>
    <w:rsid w:val="00B538D1"/>
    <w:rsid w:val="00B54D7A"/>
    <w:rsid w:val="00B55BE6"/>
    <w:rsid w:val="00B56C71"/>
    <w:rsid w:val="00B57346"/>
    <w:rsid w:val="00B576E6"/>
    <w:rsid w:val="00B57796"/>
    <w:rsid w:val="00B60E97"/>
    <w:rsid w:val="00B61105"/>
    <w:rsid w:val="00B61597"/>
    <w:rsid w:val="00B618CD"/>
    <w:rsid w:val="00B622F3"/>
    <w:rsid w:val="00B62339"/>
    <w:rsid w:val="00B62BD3"/>
    <w:rsid w:val="00B663ED"/>
    <w:rsid w:val="00B66FEC"/>
    <w:rsid w:val="00B71C44"/>
    <w:rsid w:val="00B762EE"/>
    <w:rsid w:val="00B76926"/>
    <w:rsid w:val="00B818D8"/>
    <w:rsid w:val="00B83D04"/>
    <w:rsid w:val="00B85B07"/>
    <w:rsid w:val="00B85F83"/>
    <w:rsid w:val="00B86E6E"/>
    <w:rsid w:val="00B879CC"/>
    <w:rsid w:val="00B913F6"/>
    <w:rsid w:val="00B92A3D"/>
    <w:rsid w:val="00B93463"/>
    <w:rsid w:val="00B93591"/>
    <w:rsid w:val="00B94073"/>
    <w:rsid w:val="00B94EAB"/>
    <w:rsid w:val="00B95778"/>
    <w:rsid w:val="00B97150"/>
    <w:rsid w:val="00B9732F"/>
    <w:rsid w:val="00BA0F43"/>
    <w:rsid w:val="00BA1E8D"/>
    <w:rsid w:val="00BA5896"/>
    <w:rsid w:val="00BB08F5"/>
    <w:rsid w:val="00BB1B75"/>
    <w:rsid w:val="00BB3099"/>
    <w:rsid w:val="00BB5CFC"/>
    <w:rsid w:val="00BB7BB6"/>
    <w:rsid w:val="00BC0AE7"/>
    <w:rsid w:val="00BC0DF8"/>
    <w:rsid w:val="00BC1708"/>
    <w:rsid w:val="00BC2C8C"/>
    <w:rsid w:val="00BC41F4"/>
    <w:rsid w:val="00BC5359"/>
    <w:rsid w:val="00BC59D1"/>
    <w:rsid w:val="00BC6D70"/>
    <w:rsid w:val="00BD0E2A"/>
    <w:rsid w:val="00BD1399"/>
    <w:rsid w:val="00BD30D0"/>
    <w:rsid w:val="00BD469C"/>
    <w:rsid w:val="00BD533A"/>
    <w:rsid w:val="00BD6713"/>
    <w:rsid w:val="00BD6B82"/>
    <w:rsid w:val="00BD7B22"/>
    <w:rsid w:val="00BE01E9"/>
    <w:rsid w:val="00BE1A5F"/>
    <w:rsid w:val="00BE1D9B"/>
    <w:rsid w:val="00BE2C0F"/>
    <w:rsid w:val="00BE2FB4"/>
    <w:rsid w:val="00BE2FE8"/>
    <w:rsid w:val="00BE37D8"/>
    <w:rsid w:val="00BE6291"/>
    <w:rsid w:val="00BE7C76"/>
    <w:rsid w:val="00BF1EDC"/>
    <w:rsid w:val="00BF3057"/>
    <w:rsid w:val="00BF366F"/>
    <w:rsid w:val="00BF4AA7"/>
    <w:rsid w:val="00BF57C5"/>
    <w:rsid w:val="00BF6808"/>
    <w:rsid w:val="00BF6F53"/>
    <w:rsid w:val="00C001F9"/>
    <w:rsid w:val="00C02153"/>
    <w:rsid w:val="00C02735"/>
    <w:rsid w:val="00C045DC"/>
    <w:rsid w:val="00C04FF9"/>
    <w:rsid w:val="00C05C44"/>
    <w:rsid w:val="00C06510"/>
    <w:rsid w:val="00C11189"/>
    <w:rsid w:val="00C11622"/>
    <w:rsid w:val="00C126B3"/>
    <w:rsid w:val="00C16E1D"/>
    <w:rsid w:val="00C17EB1"/>
    <w:rsid w:val="00C2071E"/>
    <w:rsid w:val="00C20993"/>
    <w:rsid w:val="00C22CC5"/>
    <w:rsid w:val="00C2472D"/>
    <w:rsid w:val="00C25BCC"/>
    <w:rsid w:val="00C260E3"/>
    <w:rsid w:val="00C273E6"/>
    <w:rsid w:val="00C30E50"/>
    <w:rsid w:val="00C3179D"/>
    <w:rsid w:val="00C33B74"/>
    <w:rsid w:val="00C3428D"/>
    <w:rsid w:val="00C35CF9"/>
    <w:rsid w:val="00C4012E"/>
    <w:rsid w:val="00C402F9"/>
    <w:rsid w:val="00C4118A"/>
    <w:rsid w:val="00C41C84"/>
    <w:rsid w:val="00C42ABC"/>
    <w:rsid w:val="00C43C80"/>
    <w:rsid w:val="00C44C2C"/>
    <w:rsid w:val="00C472D0"/>
    <w:rsid w:val="00C4742E"/>
    <w:rsid w:val="00C47512"/>
    <w:rsid w:val="00C509B2"/>
    <w:rsid w:val="00C51F82"/>
    <w:rsid w:val="00C531D8"/>
    <w:rsid w:val="00C53975"/>
    <w:rsid w:val="00C5498A"/>
    <w:rsid w:val="00C562A9"/>
    <w:rsid w:val="00C57E2B"/>
    <w:rsid w:val="00C613B6"/>
    <w:rsid w:val="00C62FB6"/>
    <w:rsid w:val="00C65CFB"/>
    <w:rsid w:val="00C66131"/>
    <w:rsid w:val="00C67A11"/>
    <w:rsid w:val="00C71B57"/>
    <w:rsid w:val="00C72C90"/>
    <w:rsid w:val="00C73382"/>
    <w:rsid w:val="00C73FBC"/>
    <w:rsid w:val="00C743DA"/>
    <w:rsid w:val="00C74726"/>
    <w:rsid w:val="00C7615D"/>
    <w:rsid w:val="00C772FE"/>
    <w:rsid w:val="00C77C20"/>
    <w:rsid w:val="00C80B22"/>
    <w:rsid w:val="00C81241"/>
    <w:rsid w:val="00C81770"/>
    <w:rsid w:val="00C835EA"/>
    <w:rsid w:val="00C84709"/>
    <w:rsid w:val="00C84C05"/>
    <w:rsid w:val="00C869D1"/>
    <w:rsid w:val="00C87078"/>
    <w:rsid w:val="00C90353"/>
    <w:rsid w:val="00C9095F"/>
    <w:rsid w:val="00C93006"/>
    <w:rsid w:val="00C937A1"/>
    <w:rsid w:val="00C94853"/>
    <w:rsid w:val="00CA006F"/>
    <w:rsid w:val="00CA0EEE"/>
    <w:rsid w:val="00CA15B9"/>
    <w:rsid w:val="00CA1E59"/>
    <w:rsid w:val="00CA2185"/>
    <w:rsid w:val="00CA5599"/>
    <w:rsid w:val="00CB13D4"/>
    <w:rsid w:val="00CB2680"/>
    <w:rsid w:val="00CB3A4A"/>
    <w:rsid w:val="00CB522A"/>
    <w:rsid w:val="00CB661D"/>
    <w:rsid w:val="00CB6A4D"/>
    <w:rsid w:val="00CC2D41"/>
    <w:rsid w:val="00CC490D"/>
    <w:rsid w:val="00CC4E05"/>
    <w:rsid w:val="00CC6326"/>
    <w:rsid w:val="00CC66B2"/>
    <w:rsid w:val="00CD1279"/>
    <w:rsid w:val="00CD16D8"/>
    <w:rsid w:val="00CD22A5"/>
    <w:rsid w:val="00CD31F7"/>
    <w:rsid w:val="00CD3365"/>
    <w:rsid w:val="00CD39DD"/>
    <w:rsid w:val="00CD5FCD"/>
    <w:rsid w:val="00CD71D4"/>
    <w:rsid w:val="00CE056E"/>
    <w:rsid w:val="00CE1678"/>
    <w:rsid w:val="00CE23BD"/>
    <w:rsid w:val="00CE344C"/>
    <w:rsid w:val="00CE41C6"/>
    <w:rsid w:val="00CE4C66"/>
    <w:rsid w:val="00CE5514"/>
    <w:rsid w:val="00CE5E90"/>
    <w:rsid w:val="00CF0641"/>
    <w:rsid w:val="00CF088C"/>
    <w:rsid w:val="00CF24D1"/>
    <w:rsid w:val="00CF45AC"/>
    <w:rsid w:val="00CF46BC"/>
    <w:rsid w:val="00CF4AB6"/>
    <w:rsid w:val="00CF56FA"/>
    <w:rsid w:val="00CF5E76"/>
    <w:rsid w:val="00CF5F34"/>
    <w:rsid w:val="00D00374"/>
    <w:rsid w:val="00D00543"/>
    <w:rsid w:val="00D00844"/>
    <w:rsid w:val="00D01A43"/>
    <w:rsid w:val="00D02EBD"/>
    <w:rsid w:val="00D04224"/>
    <w:rsid w:val="00D04446"/>
    <w:rsid w:val="00D045BF"/>
    <w:rsid w:val="00D062A5"/>
    <w:rsid w:val="00D0673B"/>
    <w:rsid w:val="00D073F1"/>
    <w:rsid w:val="00D075ED"/>
    <w:rsid w:val="00D07A61"/>
    <w:rsid w:val="00D140AB"/>
    <w:rsid w:val="00D16074"/>
    <w:rsid w:val="00D17DDD"/>
    <w:rsid w:val="00D2140A"/>
    <w:rsid w:val="00D21872"/>
    <w:rsid w:val="00D21DA2"/>
    <w:rsid w:val="00D2235D"/>
    <w:rsid w:val="00D22BF2"/>
    <w:rsid w:val="00D23122"/>
    <w:rsid w:val="00D23706"/>
    <w:rsid w:val="00D241D1"/>
    <w:rsid w:val="00D244F3"/>
    <w:rsid w:val="00D255B9"/>
    <w:rsid w:val="00D25C4D"/>
    <w:rsid w:val="00D268B8"/>
    <w:rsid w:val="00D30C86"/>
    <w:rsid w:val="00D31DD1"/>
    <w:rsid w:val="00D32A8C"/>
    <w:rsid w:val="00D33F57"/>
    <w:rsid w:val="00D343EA"/>
    <w:rsid w:val="00D351D7"/>
    <w:rsid w:val="00D356AB"/>
    <w:rsid w:val="00D36E55"/>
    <w:rsid w:val="00D45879"/>
    <w:rsid w:val="00D467E6"/>
    <w:rsid w:val="00D50584"/>
    <w:rsid w:val="00D51E32"/>
    <w:rsid w:val="00D55728"/>
    <w:rsid w:val="00D55C3A"/>
    <w:rsid w:val="00D563AB"/>
    <w:rsid w:val="00D56CA0"/>
    <w:rsid w:val="00D57919"/>
    <w:rsid w:val="00D60E35"/>
    <w:rsid w:val="00D627DA"/>
    <w:rsid w:val="00D66A7F"/>
    <w:rsid w:val="00D67004"/>
    <w:rsid w:val="00D674FD"/>
    <w:rsid w:val="00D70ADA"/>
    <w:rsid w:val="00D73488"/>
    <w:rsid w:val="00D73CC3"/>
    <w:rsid w:val="00D7446E"/>
    <w:rsid w:val="00D7701D"/>
    <w:rsid w:val="00D7733C"/>
    <w:rsid w:val="00D77619"/>
    <w:rsid w:val="00D80063"/>
    <w:rsid w:val="00D815C3"/>
    <w:rsid w:val="00D84085"/>
    <w:rsid w:val="00D86795"/>
    <w:rsid w:val="00D86AF5"/>
    <w:rsid w:val="00D915CF"/>
    <w:rsid w:val="00D920E4"/>
    <w:rsid w:val="00D950AC"/>
    <w:rsid w:val="00D97587"/>
    <w:rsid w:val="00DA02B7"/>
    <w:rsid w:val="00DA0B29"/>
    <w:rsid w:val="00DA19E5"/>
    <w:rsid w:val="00DA7EF0"/>
    <w:rsid w:val="00DB1461"/>
    <w:rsid w:val="00DB3267"/>
    <w:rsid w:val="00DB4B1C"/>
    <w:rsid w:val="00DB6093"/>
    <w:rsid w:val="00DB637F"/>
    <w:rsid w:val="00DB6632"/>
    <w:rsid w:val="00DB7623"/>
    <w:rsid w:val="00DB7802"/>
    <w:rsid w:val="00DC0B69"/>
    <w:rsid w:val="00DC5508"/>
    <w:rsid w:val="00DC5EDB"/>
    <w:rsid w:val="00DC6B22"/>
    <w:rsid w:val="00DD381B"/>
    <w:rsid w:val="00DD56E4"/>
    <w:rsid w:val="00DE1561"/>
    <w:rsid w:val="00DE377F"/>
    <w:rsid w:val="00DE67DA"/>
    <w:rsid w:val="00DE6FA9"/>
    <w:rsid w:val="00DE71BB"/>
    <w:rsid w:val="00DE741B"/>
    <w:rsid w:val="00DE76DB"/>
    <w:rsid w:val="00DE7D58"/>
    <w:rsid w:val="00DF025B"/>
    <w:rsid w:val="00DF08B0"/>
    <w:rsid w:val="00DF2DCE"/>
    <w:rsid w:val="00DF3470"/>
    <w:rsid w:val="00DF508C"/>
    <w:rsid w:val="00DF53B3"/>
    <w:rsid w:val="00DF7680"/>
    <w:rsid w:val="00DF78E0"/>
    <w:rsid w:val="00DF7C24"/>
    <w:rsid w:val="00E00A56"/>
    <w:rsid w:val="00E00E8D"/>
    <w:rsid w:val="00E013F9"/>
    <w:rsid w:val="00E0297F"/>
    <w:rsid w:val="00E04D35"/>
    <w:rsid w:val="00E07000"/>
    <w:rsid w:val="00E10241"/>
    <w:rsid w:val="00E1151E"/>
    <w:rsid w:val="00E1355F"/>
    <w:rsid w:val="00E14399"/>
    <w:rsid w:val="00E14623"/>
    <w:rsid w:val="00E14972"/>
    <w:rsid w:val="00E15263"/>
    <w:rsid w:val="00E15D2F"/>
    <w:rsid w:val="00E20872"/>
    <w:rsid w:val="00E22950"/>
    <w:rsid w:val="00E23674"/>
    <w:rsid w:val="00E243C6"/>
    <w:rsid w:val="00E24D98"/>
    <w:rsid w:val="00E25EED"/>
    <w:rsid w:val="00E26D36"/>
    <w:rsid w:val="00E2743B"/>
    <w:rsid w:val="00E3023D"/>
    <w:rsid w:val="00E32129"/>
    <w:rsid w:val="00E32D59"/>
    <w:rsid w:val="00E330D3"/>
    <w:rsid w:val="00E3361E"/>
    <w:rsid w:val="00E34729"/>
    <w:rsid w:val="00E34F28"/>
    <w:rsid w:val="00E3576E"/>
    <w:rsid w:val="00E409B7"/>
    <w:rsid w:val="00E41A13"/>
    <w:rsid w:val="00E42749"/>
    <w:rsid w:val="00E440D9"/>
    <w:rsid w:val="00E4443E"/>
    <w:rsid w:val="00E46281"/>
    <w:rsid w:val="00E47414"/>
    <w:rsid w:val="00E47F95"/>
    <w:rsid w:val="00E47F9E"/>
    <w:rsid w:val="00E519CD"/>
    <w:rsid w:val="00E51ECA"/>
    <w:rsid w:val="00E53DC3"/>
    <w:rsid w:val="00E54CD6"/>
    <w:rsid w:val="00E55C87"/>
    <w:rsid w:val="00E57208"/>
    <w:rsid w:val="00E60540"/>
    <w:rsid w:val="00E61873"/>
    <w:rsid w:val="00E6246C"/>
    <w:rsid w:val="00E62D3F"/>
    <w:rsid w:val="00E63F69"/>
    <w:rsid w:val="00E6531D"/>
    <w:rsid w:val="00E67FE3"/>
    <w:rsid w:val="00E71DBE"/>
    <w:rsid w:val="00E73831"/>
    <w:rsid w:val="00E74F6E"/>
    <w:rsid w:val="00E75BA0"/>
    <w:rsid w:val="00E75F8B"/>
    <w:rsid w:val="00E76F37"/>
    <w:rsid w:val="00E77813"/>
    <w:rsid w:val="00E82124"/>
    <w:rsid w:val="00E82AA3"/>
    <w:rsid w:val="00E86269"/>
    <w:rsid w:val="00E873BD"/>
    <w:rsid w:val="00E87A28"/>
    <w:rsid w:val="00E92DD1"/>
    <w:rsid w:val="00E96EB3"/>
    <w:rsid w:val="00EA0372"/>
    <w:rsid w:val="00EA1355"/>
    <w:rsid w:val="00EA15EF"/>
    <w:rsid w:val="00EA51FC"/>
    <w:rsid w:val="00EA621B"/>
    <w:rsid w:val="00EA68ED"/>
    <w:rsid w:val="00EA6D3B"/>
    <w:rsid w:val="00EA7BC1"/>
    <w:rsid w:val="00EB1824"/>
    <w:rsid w:val="00EB1D3E"/>
    <w:rsid w:val="00EB22A0"/>
    <w:rsid w:val="00EB25CD"/>
    <w:rsid w:val="00EB2A94"/>
    <w:rsid w:val="00EB4330"/>
    <w:rsid w:val="00EB4AF9"/>
    <w:rsid w:val="00EB7992"/>
    <w:rsid w:val="00EC37F6"/>
    <w:rsid w:val="00EC4508"/>
    <w:rsid w:val="00EC5FD1"/>
    <w:rsid w:val="00EC61E4"/>
    <w:rsid w:val="00ED0364"/>
    <w:rsid w:val="00ED26E5"/>
    <w:rsid w:val="00ED29C2"/>
    <w:rsid w:val="00ED373E"/>
    <w:rsid w:val="00ED63A2"/>
    <w:rsid w:val="00ED65AD"/>
    <w:rsid w:val="00ED66BD"/>
    <w:rsid w:val="00ED74FF"/>
    <w:rsid w:val="00EE08F8"/>
    <w:rsid w:val="00EE1E9C"/>
    <w:rsid w:val="00EE2500"/>
    <w:rsid w:val="00EE252C"/>
    <w:rsid w:val="00EE29B0"/>
    <w:rsid w:val="00EE47F1"/>
    <w:rsid w:val="00EE509D"/>
    <w:rsid w:val="00EE5723"/>
    <w:rsid w:val="00EE653F"/>
    <w:rsid w:val="00EE7CA2"/>
    <w:rsid w:val="00EE7F79"/>
    <w:rsid w:val="00EF2063"/>
    <w:rsid w:val="00EF3A27"/>
    <w:rsid w:val="00EF7B99"/>
    <w:rsid w:val="00F00A7A"/>
    <w:rsid w:val="00F01E32"/>
    <w:rsid w:val="00F0241F"/>
    <w:rsid w:val="00F02512"/>
    <w:rsid w:val="00F028B5"/>
    <w:rsid w:val="00F05ECE"/>
    <w:rsid w:val="00F0776E"/>
    <w:rsid w:val="00F120C0"/>
    <w:rsid w:val="00F1278E"/>
    <w:rsid w:val="00F13E2B"/>
    <w:rsid w:val="00F14C93"/>
    <w:rsid w:val="00F15178"/>
    <w:rsid w:val="00F152E5"/>
    <w:rsid w:val="00F1604E"/>
    <w:rsid w:val="00F16C87"/>
    <w:rsid w:val="00F16F98"/>
    <w:rsid w:val="00F171A4"/>
    <w:rsid w:val="00F178DE"/>
    <w:rsid w:val="00F228A0"/>
    <w:rsid w:val="00F23A61"/>
    <w:rsid w:val="00F24392"/>
    <w:rsid w:val="00F27864"/>
    <w:rsid w:val="00F31C91"/>
    <w:rsid w:val="00F33B1A"/>
    <w:rsid w:val="00F347A0"/>
    <w:rsid w:val="00F3484E"/>
    <w:rsid w:val="00F348BA"/>
    <w:rsid w:val="00F35E2C"/>
    <w:rsid w:val="00F36A4A"/>
    <w:rsid w:val="00F36DEC"/>
    <w:rsid w:val="00F375E8"/>
    <w:rsid w:val="00F37D0C"/>
    <w:rsid w:val="00F40B2B"/>
    <w:rsid w:val="00F42063"/>
    <w:rsid w:val="00F42AAD"/>
    <w:rsid w:val="00F43FF9"/>
    <w:rsid w:val="00F46405"/>
    <w:rsid w:val="00F501B0"/>
    <w:rsid w:val="00F519AE"/>
    <w:rsid w:val="00F53722"/>
    <w:rsid w:val="00F54E95"/>
    <w:rsid w:val="00F557C3"/>
    <w:rsid w:val="00F562F5"/>
    <w:rsid w:val="00F57A13"/>
    <w:rsid w:val="00F6130F"/>
    <w:rsid w:val="00F61DC5"/>
    <w:rsid w:val="00F620A4"/>
    <w:rsid w:val="00F63239"/>
    <w:rsid w:val="00F64124"/>
    <w:rsid w:val="00F64F98"/>
    <w:rsid w:val="00F66454"/>
    <w:rsid w:val="00F6698C"/>
    <w:rsid w:val="00F70734"/>
    <w:rsid w:val="00F71867"/>
    <w:rsid w:val="00F7202A"/>
    <w:rsid w:val="00F72061"/>
    <w:rsid w:val="00F725AB"/>
    <w:rsid w:val="00F73355"/>
    <w:rsid w:val="00F734C5"/>
    <w:rsid w:val="00F7465F"/>
    <w:rsid w:val="00F75BC6"/>
    <w:rsid w:val="00F77B6E"/>
    <w:rsid w:val="00F80365"/>
    <w:rsid w:val="00F80625"/>
    <w:rsid w:val="00F8197B"/>
    <w:rsid w:val="00F83139"/>
    <w:rsid w:val="00F83207"/>
    <w:rsid w:val="00F84394"/>
    <w:rsid w:val="00F86842"/>
    <w:rsid w:val="00F869C1"/>
    <w:rsid w:val="00F8752C"/>
    <w:rsid w:val="00F908A1"/>
    <w:rsid w:val="00F917D9"/>
    <w:rsid w:val="00F9272E"/>
    <w:rsid w:val="00F92915"/>
    <w:rsid w:val="00F929ED"/>
    <w:rsid w:val="00F92DC7"/>
    <w:rsid w:val="00F93CBA"/>
    <w:rsid w:val="00F93EE3"/>
    <w:rsid w:val="00F94A9D"/>
    <w:rsid w:val="00F95774"/>
    <w:rsid w:val="00F96655"/>
    <w:rsid w:val="00F97DAA"/>
    <w:rsid w:val="00FA220A"/>
    <w:rsid w:val="00FA6353"/>
    <w:rsid w:val="00FB0AD5"/>
    <w:rsid w:val="00FB1178"/>
    <w:rsid w:val="00FB313A"/>
    <w:rsid w:val="00FB4B24"/>
    <w:rsid w:val="00FB552D"/>
    <w:rsid w:val="00FB5F2F"/>
    <w:rsid w:val="00FB7DB7"/>
    <w:rsid w:val="00FC0501"/>
    <w:rsid w:val="00FC25A9"/>
    <w:rsid w:val="00FC2E7E"/>
    <w:rsid w:val="00FC347E"/>
    <w:rsid w:val="00FC3974"/>
    <w:rsid w:val="00FC4081"/>
    <w:rsid w:val="00FC5D20"/>
    <w:rsid w:val="00FC7DA5"/>
    <w:rsid w:val="00FD0264"/>
    <w:rsid w:val="00FD3308"/>
    <w:rsid w:val="00FD3C6C"/>
    <w:rsid w:val="00FD64DA"/>
    <w:rsid w:val="00FD6AFA"/>
    <w:rsid w:val="00FD7766"/>
    <w:rsid w:val="00FE16FB"/>
    <w:rsid w:val="00FE295F"/>
    <w:rsid w:val="00FE328F"/>
    <w:rsid w:val="00FE3B64"/>
    <w:rsid w:val="00FE4EC9"/>
    <w:rsid w:val="00FE4F80"/>
    <w:rsid w:val="00FE5CF6"/>
    <w:rsid w:val="00FE6CCB"/>
    <w:rsid w:val="00FE7E64"/>
    <w:rsid w:val="00FF02B1"/>
    <w:rsid w:val="00FF26B8"/>
    <w:rsid w:val="00FF32A1"/>
    <w:rsid w:val="00FF35C3"/>
    <w:rsid w:val="00FF3E52"/>
    <w:rsid w:val="00FF40FF"/>
    <w:rsid w:val="00FF4F17"/>
    <w:rsid w:val="00FF5E8B"/>
    <w:rsid w:val="00FF78E1"/>
    <w:rsid w:val="065767B7"/>
    <w:rsid w:val="07E383FE"/>
    <w:rsid w:val="087BD0EE"/>
    <w:rsid w:val="09748007"/>
    <w:rsid w:val="0F3158B2"/>
    <w:rsid w:val="11A6F248"/>
    <w:rsid w:val="121619C5"/>
    <w:rsid w:val="1CC9E633"/>
    <w:rsid w:val="1CF9389E"/>
    <w:rsid w:val="251A2208"/>
    <w:rsid w:val="28A36C99"/>
    <w:rsid w:val="2E93C031"/>
    <w:rsid w:val="31F45C52"/>
    <w:rsid w:val="34DCB419"/>
    <w:rsid w:val="367D55B7"/>
    <w:rsid w:val="37A33366"/>
    <w:rsid w:val="3ABEB291"/>
    <w:rsid w:val="40280004"/>
    <w:rsid w:val="4502EF2B"/>
    <w:rsid w:val="4D52560D"/>
    <w:rsid w:val="4DE333D5"/>
    <w:rsid w:val="52F63F17"/>
    <w:rsid w:val="56B26DDD"/>
    <w:rsid w:val="5A496354"/>
    <w:rsid w:val="61D6B233"/>
    <w:rsid w:val="66638671"/>
    <w:rsid w:val="68AE3A77"/>
    <w:rsid w:val="68DDCCC5"/>
    <w:rsid w:val="6A369518"/>
    <w:rsid w:val="6D9F1566"/>
    <w:rsid w:val="6E50DD15"/>
    <w:rsid w:val="7505B090"/>
    <w:rsid w:val="779B84C1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22916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541EC9"/>
    <w:pPr>
      <w:spacing w:before="100" w:beforeAutospacing="1" w:after="100" w:afterAutospacing="1"/>
    </w:pPr>
    <w:rPr>
      <w:lang w:val="en-US"/>
    </w:rPr>
  </w:style>
  <w:style w:type="character" w:styleId="Strong">
    <w:name w:val="Strong"/>
    <w:basedOn w:val="DefaultParagraphFont"/>
    <w:uiPriority w:val="22"/>
    <w:qFormat/>
    <w:rsid w:val="0085152A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4677D0"/>
    <w:rPr>
      <w:color w:val="605E5C"/>
      <w:shd w:val="clear" w:color="auto" w:fill="E1DFDD"/>
    </w:rPr>
  </w:style>
  <w:style w:type="paragraph" w:customStyle="1" w:styleId="Links">
    <w:name w:val="Links"/>
    <w:basedOn w:val="Normal"/>
    <w:link w:val="LinksChar"/>
    <w:qFormat/>
    <w:rsid w:val="00544BEC"/>
    <w:pPr>
      <w:numPr>
        <w:numId w:val="8"/>
      </w:numPr>
      <w:spacing w:before="240"/>
      <w:jc w:val="both"/>
    </w:pPr>
    <w:rPr>
      <w:i/>
      <w:color w:val="0000FF"/>
      <w:u w:val="single"/>
    </w:rPr>
  </w:style>
  <w:style w:type="character" w:customStyle="1" w:styleId="LinksChar">
    <w:name w:val="Links Char"/>
    <w:basedOn w:val="ListParagraphChar"/>
    <w:link w:val="Links"/>
    <w:rsid w:val="00544BEC"/>
    <w:rPr>
      <w:i/>
      <w:color w:val="0000FF"/>
      <w:sz w:val="24"/>
      <w:szCs w:val="24"/>
      <w:u w:val="single"/>
      <w:lang w:eastAsia="en-US"/>
    </w:rPr>
  </w:style>
  <w:style w:type="character" w:customStyle="1" w:styleId="scxw159490660">
    <w:name w:val="scxw159490660"/>
    <w:basedOn w:val="DefaultParagraphFont"/>
    <w:rsid w:val="004C7BE3"/>
  </w:style>
  <w:style w:type="character" w:customStyle="1" w:styleId="scxw18121104">
    <w:name w:val="scxw18121104"/>
    <w:basedOn w:val="DefaultParagraphFont"/>
    <w:rsid w:val="004C7BE3"/>
  </w:style>
  <w:style w:type="character" w:customStyle="1" w:styleId="scxw64604852">
    <w:name w:val="scxw64604852"/>
    <w:basedOn w:val="DefaultParagraphFont"/>
    <w:rsid w:val="00C16E1D"/>
  </w:style>
  <w:style w:type="character" w:customStyle="1" w:styleId="wacimagecontainer">
    <w:name w:val="wacimagecontainer"/>
    <w:basedOn w:val="DefaultParagraphFont"/>
    <w:rsid w:val="00C16E1D"/>
  </w:style>
  <w:style w:type="paragraph" w:styleId="PlainText">
    <w:name w:val="Plain Text"/>
    <w:basedOn w:val="Normal"/>
    <w:link w:val="PlainTextChar"/>
    <w:uiPriority w:val="99"/>
    <w:semiHidden/>
    <w:unhideWhenUsed/>
    <w:rsid w:val="00381B21"/>
    <w:rPr>
      <w:rFonts w:ascii="Calibri" w:eastAsiaTheme="minorHAnsi" w:hAnsi="Calibri" w:cs="Calibri"/>
      <w:sz w:val="22"/>
      <w:szCs w:val="22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81B21"/>
    <w:rPr>
      <w:rFonts w:ascii="Calibri" w:eastAsiaTheme="minorHAnsi" w:hAnsi="Calibri" w:cs="Calibri"/>
      <w:sz w:val="22"/>
      <w:szCs w:val="22"/>
      <w:lang w:val="en-US" w:eastAsia="en-US"/>
    </w:rPr>
  </w:style>
  <w:style w:type="character" w:customStyle="1" w:styleId="ui-provider">
    <w:name w:val="ui-provider"/>
    <w:basedOn w:val="DefaultParagraphFont"/>
    <w:rsid w:val="003C0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7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7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9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4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9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4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5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2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6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7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0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3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1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09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6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62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2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7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5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5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9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8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1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63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7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1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8B0C3FB496384B92CB0277224434C8" ma:contentTypeVersion="28" ma:contentTypeDescription="Create a new document." ma:contentTypeScope="" ma:versionID="46b2833c54ea31a171b1ac04620b7ab3">
  <xsd:schema xmlns:xsd="http://www.w3.org/2001/XMLSchema" xmlns:xs="http://www.w3.org/2001/XMLSchema" xmlns:p="http://schemas.microsoft.com/office/2006/metadata/properties" xmlns:ns2="b65d37fc-5335-47ce-b298-477afd94d99b" xmlns:ns3="ffcdf2b0-1459-4444-989c-847f95dff766" targetNamespace="http://schemas.microsoft.com/office/2006/metadata/properties" ma:root="true" ma:fieldsID="fc293838794196c54457b8a47e83e9df" ns2:_="" ns3:_="">
    <xsd:import namespace="b65d37fc-5335-47ce-b298-477afd94d99b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d37fc-5335-47ce-b298-477afd94d99b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 xmlns="b65d37fc-5335-47ce-b298-477afd94d99b" xsi:nil="true"/>
    <Deliverable_x0020_Version xmlns="b65d37fc-5335-47ce-b298-477afd94d99b" xsi:nil="true"/>
    <Deliverable_x0020_Id xmlns="b65d37fc-5335-47ce-b298-477afd94d99b" xsi:nil="true"/>
    <Delivery_x0020_Date xmlns="b65d37fc-5335-47ce-b298-477afd94d99b" xsi:nil="true"/>
    <RfA xmlns="b65d37fc-5335-47ce-b298-477afd94d99b" xsi:nil="true"/>
    <Deliverable_x0020_Status xmlns="b65d37fc-5335-47ce-b298-477afd94d99b" xsi:nil="true"/>
    <TaxCatchAll xmlns="ffcdf2b0-1459-4444-989c-847f95dff766" xsi:nil="true"/>
    <lcf76f155ced4ddcb4097134ff3c332f xmlns="b65d37fc-5335-47ce-b298-477afd94d99b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</documentManagement>
</p:properties>
</file>

<file path=customXml/itemProps1.xml><?xml version="1.0" encoding="utf-8"?>
<ds:datastoreItem xmlns:ds="http://schemas.openxmlformats.org/officeDocument/2006/customXml" ds:itemID="{ED9258C3-175A-46F9-8936-43F698825F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d37fc-5335-47ce-b298-477afd94d99b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CB943A-EE6D-4E68-8939-C7A9CF0DD8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34CF7E-14AB-43A2-B21F-0F8332BFD441}">
  <ds:schemaRefs>
    <ds:schemaRef ds:uri="http://www.w3.org/XML/1998/namespace"/>
    <ds:schemaRef ds:uri="b65d37fc-5335-47ce-b298-477afd94d99b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ffcdf2b0-1459-4444-989c-847f95dff766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122</TotalTime>
  <Pages>3</Pages>
  <Words>522</Words>
  <Characters>3517</Characters>
  <Application>Microsoft Office Word</Application>
  <DocSecurity>0</DocSecurity>
  <Lines>167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DESCHUYTENEER Tanguy (TAXUD-EXT)</cp:lastModifiedBy>
  <cp:revision>16</cp:revision>
  <cp:lastPrinted>2014-03-17T16:31:00Z</cp:lastPrinted>
  <dcterms:created xsi:type="dcterms:W3CDTF">2024-07-07T08:21:00Z</dcterms:created>
  <dcterms:modified xsi:type="dcterms:W3CDTF">2024-12-20T10:10:00Z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0x0101006F8B0C3FB496384B92CB0277224434C8</vt:lpwstr>
  </property>
  <property fmtid="{D5CDD505-2E9C-101B-9397-08002B2CF9AE}" pid="7" name="GrammarlyDocumentId">
    <vt:lpwstr>0fd60f7f02f9c8c4abe483e4732fbad9d3c52923dd68a76bf2abe5b9fc89a45d</vt:lpwstr>
  </property>
  <property fmtid="{D5CDD505-2E9C-101B-9397-08002B2CF9AE}" pid="8" name="MediaServiceImageTags">
    <vt:lpwstr/>
  </property>
  <property fmtid="{D5CDD505-2E9C-101B-9397-08002B2CF9AE}" pid="9" name="_ExtendedDescription">
    <vt:lpwstr/>
  </property>
  <property fmtid="{D5CDD505-2E9C-101B-9397-08002B2CF9AE}" pid="10" name="SfRFilename">
    <vt:lpwstr>| RFC_NCTS-P6_0276-DMP_IAR-UCCNCTSP6-143-v0.10.docx</vt:lpwstr>
  </property>
  <property fmtid="{D5CDD505-2E9C-101B-9397-08002B2CF9AE}" pid="11" name="QCNumber">
    <vt:lpwstr>QC53658</vt:lpwstr>
  </property>
  <property fmtid="{D5CDD505-2E9C-101B-9397-08002B2CF9AE}" pid="12" name="MSIP_Label_f4cdc456-5864-460f-beda-883d23b78bbb_Enabled">
    <vt:lpwstr>true</vt:lpwstr>
  </property>
  <property fmtid="{D5CDD505-2E9C-101B-9397-08002B2CF9AE}" pid="13" name="MSIP_Label_f4cdc456-5864-460f-beda-883d23b78bbb_SetDate">
    <vt:lpwstr>2024-12-20T10:09:02Z</vt:lpwstr>
  </property>
  <property fmtid="{D5CDD505-2E9C-101B-9397-08002B2CF9AE}" pid="14" name="MSIP_Label_f4cdc456-5864-460f-beda-883d23b78bbb_Method">
    <vt:lpwstr>Privileged</vt:lpwstr>
  </property>
  <property fmtid="{D5CDD505-2E9C-101B-9397-08002B2CF9AE}" pid="15" name="MSIP_Label_f4cdc456-5864-460f-beda-883d23b78bbb_Name">
    <vt:lpwstr>Publicly Available</vt:lpwstr>
  </property>
  <property fmtid="{D5CDD505-2E9C-101B-9397-08002B2CF9AE}" pid="16" name="MSIP_Label_f4cdc456-5864-460f-beda-883d23b78bbb_SiteId">
    <vt:lpwstr>b24c8b06-522c-46fe-9080-70926f8dddb1</vt:lpwstr>
  </property>
  <property fmtid="{D5CDD505-2E9C-101B-9397-08002B2CF9AE}" pid="17" name="MSIP_Label_f4cdc456-5864-460f-beda-883d23b78bbb_ActionId">
    <vt:lpwstr>a9906bf7-2d13-44c2-8f4a-a16e4c294938</vt:lpwstr>
  </property>
  <property fmtid="{D5CDD505-2E9C-101B-9397-08002B2CF9AE}" pid="18" name="MSIP_Label_f4cdc456-5864-460f-beda-883d23b78bbb_ContentBits">
    <vt:lpwstr>0</vt:lpwstr>
  </property>
</Properties>
</file>